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21" w:rsidRDefault="007247F7" w:rsidP="00904305">
      <w:pPr>
        <w:pStyle w:val="a8"/>
        <w:tabs>
          <w:tab w:val="left" w:pos="0"/>
          <w:tab w:val="left" w:pos="1701"/>
          <w:tab w:val="left" w:pos="1985"/>
          <w:tab w:val="left" w:pos="2127"/>
        </w:tabs>
        <w:jc w:val="right"/>
        <w:rPr>
          <w:rFonts w:ascii="TH SarabunIT๙" w:hAnsi="TH SarabunIT๙" w:cs="TH SarabunIT๙"/>
          <w:b/>
          <w:bCs/>
          <w:color w:val="0070C0"/>
        </w:rPr>
      </w:pPr>
      <w:r w:rsidRPr="009E7E6F">
        <w:rPr>
          <w:rFonts w:hint="cs"/>
          <w:noProof/>
          <w:lang w:eastAsia="zh-CN"/>
        </w:rPr>
        <w:drawing>
          <wp:anchor distT="0" distB="0" distL="114300" distR="114300" simplePos="0" relativeHeight="251677696" behindDoc="0" locked="0" layoutInCell="1" allowOverlap="1" wp14:anchorId="0C91105E" wp14:editId="342DA564">
            <wp:simplePos x="0" y="0"/>
            <wp:positionH relativeFrom="column">
              <wp:posOffset>2306955</wp:posOffset>
            </wp:positionH>
            <wp:positionV relativeFrom="paragraph">
              <wp:posOffset>-69546</wp:posOffset>
            </wp:positionV>
            <wp:extent cx="1159510" cy="1085850"/>
            <wp:effectExtent l="0" t="0" r="2540" b="0"/>
            <wp:wrapNone/>
            <wp:docPr id="139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7ED2" w:rsidRPr="009E7E6F" w:rsidRDefault="00647ED2" w:rsidP="00647ED2">
      <w:pPr>
        <w:jc w:val="center"/>
        <w:rPr>
          <w:rFonts w:ascii="TH SarabunIT๙" w:hAnsi="TH SarabunIT๙" w:cs="TH SarabunIT๙"/>
          <w:b/>
          <w:bCs/>
          <w:color w:val="0070C0"/>
        </w:rPr>
      </w:pPr>
      <w:r w:rsidRPr="009E7E6F">
        <w:rPr>
          <w:rFonts w:ascii="TH SarabunIT๙" w:hAnsi="TH SarabunIT๙" w:cs="TH SarabunIT๙" w:hint="cs"/>
          <w:b/>
          <w:bCs/>
          <w:color w:val="0070C0"/>
          <w:cs/>
        </w:rPr>
        <w:t>- สำเนาคู่ฉบับ -</w:t>
      </w:r>
    </w:p>
    <w:p w:rsidR="00647ED2" w:rsidRPr="009E7E6F" w:rsidRDefault="00647ED2" w:rsidP="00647ED2">
      <w:pPr>
        <w:rPr>
          <w:rFonts w:ascii="TH SarabunIT๙" w:hAnsi="TH SarabunIT๙" w:cs="TH SarabunIT๙"/>
          <w:color w:val="0070C0"/>
          <w:sz w:val="20"/>
          <w:szCs w:val="20"/>
        </w:rPr>
      </w:pPr>
    </w:p>
    <w:p w:rsidR="00647ED2" w:rsidRPr="00647ED2" w:rsidRDefault="00647ED2" w:rsidP="007247F7">
      <w:pPr>
        <w:tabs>
          <w:tab w:val="left" w:pos="6480"/>
        </w:tabs>
        <w:rPr>
          <w:rFonts w:ascii="TH SarabunIT๙" w:hAnsi="TH SarabunIT๙" w:cs="TH SarabunIT๙"/>
          <w:sz w:val="32"/>
          <w:szCs w:val="32"/>
        </w:rPr>
      </w:pPr>
      <w:r w:rsidRPr="00647ED2">
        <w:rPr>
          <w:rFonts w:ascii="TH SarabunIT๙" w:hAnsi="TH SarabunIT๙" w:cs="TH SarabunIT๙"/>
          <w:sz w:val="32"/>
          <w:szCs w:val="32"/>
          <w:cs/>
        </w:rPr>
        <w:tab/>
      </w:r>
    </w:p>
    <w:p w:rsidR="006A571F" w:rsidRDefault="006A571F" w:rsidP="00DE7A16">
      <w:pPr>
        <w:tabs>
          <w:tab w:val="left" w:pos="0"/>
          <w:tab w:val="left" w:pos="567"/>
          <w:tab w:val="left" w:pos="1680"/>
        </w:tabs>
        <w:ind w:right="-431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E7A16" w:rsidRPr="005A03C0" w:rsidRDefault="007247F7" w:rsidP="007247F7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5A03C0">
        <w:rPr>
          <w:rFonts w:ascii="TH SarabunIT๙" w:hAnsi="TH SarabunIT๙" w:cs="TH SarabunIT๙" w:hint="cs"/>
          <w:sz w:val="32"/>
          <w:szCs w:val="32"/>
          <w:cs/>
        </w:rPr>
        <w:t>คำสั่งอำเภอ..............................</w:t>
      </w:r>
    </w:p>
    <w:p w:rsidR="00647ED2" w:rsidRPr="005A03C0" w:rsidRDefault="007247F7" w:rsidP="00B776E3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</w:rPr>
      </w:pPr>
      <w:r w:rsidRPr="005A03C0">
        <w:rPr>
          <w:rFonts w:ascii="TH SarabunIT๙" w:hAnsi="TH SarabunIT๙" w:cs="TH SarabunIT๙" w:hint="cs"/>
          <w:sz w:val="32"/>
          <w:szCs w:val="32"/>
          <w:cs/>
        </w:rPr>
        <w:t>ที่ ............./.................</w:t>
      </w:r>
    </w:p>
    <w:p w:rsidR="009C4332" w:rsidRPr="005A03C0" w:rsidRDefault="007247F7" w:rsidP="00B776E3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</w:rPr>
      </w:pPr>
      <w:r w:rsidRPr="005A03C0">
        <w:rPr>
          <w:rFonts w:ascii="TH SarabunIT๙" w:hAnsi="TH SarabunIT๙" w:cs="TH SarabunIT๙" w:hint="cs"/>
          <w:sz w:val="32"/>
          <w:szCs w:val="32"/>
          <w:cs/>
        </w:rPr>
        <w:t>เรื่อง  เลื่อนขั้นเงินตอบแทนตำแหน่ง</w:t>
      </w:r>
      <w:r w:rsidR="00C167CA" w:rsidRPr="005A03C0">
        <w:rPr>
          <w:rFonts w:ascii="TH SarabunIT๙" w:hAnsi="TH SarabunIT๙" w:cs="TH SarabunIT๙" w:hint="cs"/>
          <w:sz w:val="32"/>
          <w:szCs w:val="32"/>
          <w:cs/>
        </w:rPr>
        <w:t>ให้แก่</w:t>
      </w:r>
      <w:r w:rsidRPr="005A03C0">
        <w:rPr>
          <w:rFonts w:ascii="TH SarabunIT๙" w:hAnsi="TH SarabunIT๙" w:cs="TH SarabunIT๙" w:hint="cs"/>
          <w:sz w:val="32"/>
          <w:szCs w:val="32"/>
          <w:cs/>
        </w:rPr>
        <w:t xml:space="preserve"> กำนัน ผู้ใหญ่บ้าน </w:t>
      </w:r>
    </w:p>
    <w:p w:rsidR="009C4332" w:rsidRPr="005A03C0" w:rsidRDefault="007247F7" w:rsidP="00B776E3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</w:rPr>
      </w:pPr>
      <w:r w:rsidRPr="005A03C0">
        <w:rPr>
          <w:rFonts w:ascii="TH SarabunIT๙" w:hAnsi="TH SarabunIT๙" w:cs="TH SarabunIT๙" w:hint="cs"/>
          <w:sz w:val="32"/>
          <w:szCs w:val="32"/>
          <w:cs/>
        </w:rPr>
        <w:t>แพทย์ประจำตำบล สารวัตรกำนัน</w:t>
      </w:r>
      <w:r w:rsidR="009C4332" w:rsidRPr="005A03C0">
        <w:rPr>
          <w:rFonts w:ascii="TH SarabunIT๙" w:hAnsi="TH SarabunIT๙" w:cs="TH SarabunIT๙"/>
          <w:sz w:val="32"/>
          <w:szCs w:val="32"/>
        </w:rPr>
        <w:t xml:space="preserve"> </w:t>
      </w:r>
      <w:r w:rsidRPr="005A03C0">
        <w:rPr>
          <w:rFonts w:ascii="TH SarabunIT๙" w:hAnsi="TH SarabunIT๙" w:cs="TH SarabunIT๙" w:hint="cs"/>
          <w:sz w:val="32"/>
          <w:szCs w:val="32"/>
          <w:cs/>
        </w:rPr>
        <w:t xml:space="preserve">ผู้ช่วยผู้ใหญ่บ้านฝ่ายปกครอง </w:t>
      </w:r>
    </w:p>
    <w:p w:rsidR="007247F7" w:rsidRPr="005A03C0" w:rsidRDefault="007247F7" w:rsidP="00B776E3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</w:rPr>
      </w:pPr>
      <w:r w:rsidRPr="005A03C0">
        <w:rPr>
          <w:rFonts w:ascii="TH SarabunIT๙" w:hAnsi="TH SarabunIT๙" w:cs="TH SarabunIT๙" w:hint="cs"/>
          <w:sz w:val="32"/>
          <w:szCs w:val="32"/>
          <w:cs/>
        </w:rPr>
        <w:t xml:space="preserve">และผู้ช่วยผู้ใหญ่บ้านฝ่ายรักษาความสงบ </w:t>
      </w:r>
      <w:r w:rsidR="00E949AF" w:rsidRPr="005A03C0">
        <w:rPr>
          <w:rFonts w:ascii="TH SarabunIT๙" w:hAnsi="TH SarabunIT๙" w:cs="TH SarabunIT๙" w:hint="cs"/>
          <w:sz w:val="32"/>
          <w:szCs w:val="32"/>
          <w:cs/>
        </w:rPr>
        <w:t>ประจำปีงบประมาณ พ.ศ. ..........</w:t>
      </w:r>
    </w:p>
    <w:p w:rsidR="007247F7" w:rsidRDefault="007247F7" w:rsidP="00B776E3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</w:t>
      </w:r>
    </w:p>
    <w:p w:rsidR="007247F7" w:rsidRDefault="007247F7" w:rsidP="00B776E3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</w:rPr>
      </w:pPr>
    </w:p>
    <w:p w:rsidR="007247F7" w:rsidRPr="009C4332" w:rsidRDefault="007247F7" w:rsidP="009C4332">
      <w:pPr>
        <w:tabs>
          <w:tab w:val="left" w:pos="0"/>
          <w:tab w:val="left" w:pos="567"/>
          <w:tab w:val="left" w:pos="1418"/>
          <w:tab w:val="left" w:pos="1680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D22F8">
        <w:rPr>
          <w:rFonts w:ascii="TH SarabunIT๙" w:hAnsi="TH SarabunIT๙" w:cs="TH SarabunIT๙" w:hint="cs"/>
          <w:spacing w:val="-4"/>
          <w:sz w:val="32"/>
          <w:szCs w:val="32"/>
          <w:cs/>
        </w:rPr>
        <w:t>อาศัยอำนาจตามความใน</w:t>
      </w:r>
      <w:r w:rsidR="001C3DCE" w:rsidRPr="002D22F8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ข้อ 4 และ ข้อ 5 </w:t>
      </w:r>
      <w:r w:rsidR="009C4332">
        <w:rPr>
          <w:rFonts w:ascii="TH SarabunIT๙" w:hAnsi="TH SarabunIT๙" w:cs="TH SarabunIT๙" w:hint="cs"/>
          <w:spacing w:val="-4"/>
          <w:sz w:val="32"/>
          <w:szCs w:val="32"/>
          <w:cs/>
        </w:rPr>
        <w:t>ของ</w:t>
      </w:r>
      <w:r w:rsidR="001C3DCE" w:rsidRPr="002D22F8">
        <w:rPr>
          <w:rFonts w:ascii="TH SarabunIT๙" w:hAnsi="TH SarabunIT๙" w:cs="TH SarabunIT๙" w:hint="cs"/>
          <w:spacing w:val="-4"/>
          <w:sz w:val="32"/>
          <w:szCs w:val="32"/>
          <w:cs/>
        </w:rPr>
        <w:t>ระเบียบกระทรวงมหาดไทยว่าด้วยการเบิกจ่าย</w:t>
      </w:r>
      <w:r w:rsidR="002D22F8"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1C3DCE" w:rsidRPr="002D22F8">
        <w:rPr>
          <w:rFonts w:ascii="TH SarabunIT๙" w:hAnsi="TH SarabunIT๙" w:cs="TH SarabunIT๙" w:hint="cs"/>
          <w:spacing w:val="-4"/>
          <w:sz w:val="32"/>
          <w:szCs w:val="32"/>
          <w:cs/>
        </w:rPr>
        <w:t>เงินตอบแทนตำแหน่ง และเงินอื่น ๆ ให้แก่ กำนัน ผู้ใหญ่บ้าน แพทย์ประจำตำบล สารวัตรกำนัน ผู้ช่วยผู้ใหญ่บ้าน</w:t>
      </w:r>
      <w:r w:rsid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1C3DCE" w:rsidRPr="009C4332">
        <w:rPr>
          <w:rFonts w:ascii="TH SarabunIT๙" w:hAnsi="TH SarabunIT๙" w:cs="TH SarabunIT๙" w:hint="cs"/>
          <w:sz w:val="32"/>
          <w:szCs w:val="32"/>
          <w:cs/>
        </w:rPr>
        <w:t>ฝ่ายปกครอง และผู้ช่วยผู้ใหญ่บ้านฝ่ายรักษาความสงบ</w:t>
      </w:r>
      <w:r w:rsidR="009C4332" w:rsidRPr="009C4332">
        <w:rPr>
          <w:rFonts w:ascii="TH SarabunIT๙" w:hAnsi="TH SarabunIT๙" w:cs="TH SarabunIT๙" w:hint="cs"/>
          <w:sz w:val="32"/>
          <w:szCs w:val="32"/>
          <w:cs/>
        </w:rPr>
        <w:t xml:space="preserve"> พ.ศ. 2546 และที่แก้ไขเพิ่มเติม</w:t>
      </w:r>
      <w:r w:rsidR="001C3DCE" w:rsidRPr="009C4332">
        <w:rPr>
          <w:rFonts w:ascii="TH SarabunIT๙" w:hAnsi="TH SarabunIT๙" w:cs="TH SarabunIT๙" w:hint="cs"/>
          <w:sz w:val="32"/>
          <w:szCs w:val="32"/>
          <w:cs/>
        </w:rPr>
        <w:t xml:space="preserve"> (ฉบับที่ 6) </w:t>
      </w:r>
      <w:r w:rsidR="009C4332">
        <w:rPr>
          <w:rFonts w:ascii="TH SarabunIT๙" w:hAnsi="TH SarabunIT๙" w:cs="TH SarabunIT๙"/>
          <w:sz w:val="32"/>
          <w:szCs w:val="32"/>
          <w:cs/>
        </w:rPr>
        <w:br/>
      </w:r>
      <w:r w:rsidR="001C3DCE" w:rsidRPr="009C4332">
        <w:rPr>
          <w:rFonts w:ascii="TH SarabunIT๙" w:hAnsi="TH SarabunIT๙" w:cs="TH SarabunIT๙" w:hint="cs"/>
          <w:sz w:val="32"/>
          <w:szCs w:val="32"/>
          <w:cs/>
        </w:rPr>
        <w:t>พ.ศ. 2560 ประกอบกับหลักเกณฑ์และวิธีการประเมินผลการปฏิบัติงานเพื่อเลื่อนขั้นเงินตอบแทนตำแหน่ง แนบท้ายระเบียบ</w:t>
      </w:r>
      <w:r w:rsidR="009C4332" w:rsidRPr="009C4332">
        <w:rPr>
          <w:rFonts w:ascii="TH SarabunIT๙" w:hAnsi="TH SarabunIT๙" w:cs="TH SarabunIT๙" w:hint="cs"/>
          <w:sz w:val="32"/>
          <w:szCs w:val="32"/>
          <w:cs/>
        </w:rPr>
        <w:t>ฯ</w:t>
      </w:r>
      <w:r w:rsidR="002D22F8" w:rsidRPr="009C433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C3DCE" w:rsidRPr="009C4332">
        <w:rPr>
          <w:rFonts w:ascii="TH SarabunIT๙" w:hAnsi="TH SarabunIT๙" w:cs="TH SarabunIT๙" w:hint="cs"/>
          <w:sz w:val="32"/>
          <w:szCs w:val="32"/>
          <w:cs/>
        </w:rPr>
        <w:t>จึงให้เลื่อนขั้นเงินตอบแทนตำแหน่ง กำนัน ผู้ใหญ่บ้าน แพทย์ประจำตำบล สารวัตรกำนัน ผู้ช่วยผู้ใหญ่บ้านฝ่ายปกครอง และผู้ช่วยผู้ใหญ่บ้านฝ่ายรักษาความสงบเรียบร้อย ในอำเภอ.............</w:t>
      </w:r>
      <w:r w:rsidR="002D22F8" w:rsidRPr="009C4332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1C3DCE" w:rsidRPr="009C4332">
        <w:rPr>
          <w:rFonts w:ascii="TH SarabunIT๙" w:hAnsi="TH SarabunIT๙" w:cs="TH SarabunIT๙" w:hint="cs"/>
          <w:sz w:val="32"/>
          <w:szCs w:val="32"/>
          <w:cs/>
        </w:rPr>
        <w:t>............. จังหวัด........</w:t>
      </w:r>
      <w:r w:rsidR="002D22F8" w:rsidRPr="009C4332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1C3DCE" w:rsidRPr="009C4332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2D22F8" w:rsidRPr="009C4332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="001C3DCE" w:rsidRPr="009C4332">
        <w:rPr>
          <w:rFonts w:ascii="TH SarabunIT๙" w:hAnsi="TH SarabunIT๙" w:cs="TH SarabunIT๙" w:hint="cs"/>
          <w:sz w:val="32"/>
          <w:szCs w:val="32"/>
          <w:cs/>
        </w:rPr>
        <w:t xml:space="preserve">........... </w:t>
      </w:r>
      <w:r w:rsidR="00F02A76" w:rsidRPr="009C4332">
        <w:rPr>
          <w:rFonts w:ascii="TH SarabunIT๙" w:hAnsi="TH SarabunIT๙" w:cs="TH SarabunIT๙" w:hint="cs"/>
          <w:sz w:val="32"/>
          <w:szCs w:val="32"/>
          <w:cs/>
        </w:rPr>
        <w:t xml:space="preserve">ตามผลการประเมินผลการปฏิบัติงานในรอบปีที่แล้วมา (1 ตุลาคม ........ ถึง 30 กันยายน .........) </w:t>
      </w:r>
      <w:r w:rsidR="009C4332">
        <w:rPr>
          <w:rFonts w:ascii="TH SarabunIT๙" w:hAnsi="TH SarabunIT๙" w:cs="TH SarabunIT๙" w:hint="cs"/>
          <w:sz w:val="32"/>
          <w:szCs w:val="32"/>
          <w:cs/>
        </w:rPr>
        <w:t>จำนวน ............... ราย ดังบัญชีรายละเอียด</w:t>
      </w:r>
      <w:r w:rsidR="00F02A76" w:rsidRPr="009C4332">
        <w:rPr>
          <w:rFonts w:ascii="TH SarabunIT๙" w:hAnsi="TH SarabunIT๙" w:cs="TH SarabunIT๙" w:hint="cs"/>
          <w:sz w:val="32"/>
          <w:szCs w:val="32"/>
          <w:cs/>
        </w:rPr>
        <w:t>แนบท้าย</w:t>
      </w:r>
      <w:r w:rsidR="009C4332">
        <w:rPr>
          <w:rFonts w:ascii="TH SarabunIT๙" w:hAnsi="TH SarabunIT๙" w:cs="TH SarabunIT๙" w:hint="cs"/>
          <w:sz w:val="32"/>
          <w:szCs w:val="32"/>
          <w:cs/>
        </w:rPr>
        <w:t>คำสั่ง</w:t>
      </w:r>
      <w:r w:rsidR="00F02A76" w:rsidRPr="009C4332">
        <w:rPr>
          <w:rFonts w:ascii="TH SarabunIT๙" w:hAnsi="TH SarabunIT๙" w:cs="TH SarabunIT๙" w:hint="cs"/>
          <w:sz w:val="32"/>
          <w:szCs w:val="32"/>
          <w:cs/>
        </w:rPr>
        <w:t>นี้</w:t>
      </w:r>
    </w:p>
    <w:p w:rsidR="00F02A76" w:rsidRPr="002D22F8" w:rsidRDefault="00F02A76" w:rsidP="009C4332">
      <w:pPr>
        <w:tabs>
          <w:tab w:val="left" w:pos="0"/>
          <w:tab w:val="left" w:pos="567"/>
          <w:tab w:val="left" w:pos="1418"/>
          <w:tab w:val="left" w:pos="1680"/>
        </w:tabs>
        <w:spacing w:before="240"/>
        <w:rPr>
          <w:rFonts w:ascii="TH SarabunIT๙" w:hAnsi="TH SarabunIT๙" w:cs="TH SarabunIT๙"/>
          <w:spacing w:val="-2"/>
          <w:sz w:val="32"/>
          <w:szCs w:val="32"/>
        </w:rPr>
      </w:pP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 xml:space="preserve">ทั้งนี้ ตั้งแต่วันที่ 1 ตุลาคม </w:t>
      </w:r>
      <w:r w:rsidR="00997AF9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พ.ศ. </w:t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>......... เป็นต้นไป</w:t>
      </w:r>
    </w:p>
    <w:p w:rsidR="00F02A76" w:rsidRPr="002D22F8" w:rsidRDefault="00F02A76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pacing w:val="-2"/>
          <w:sz w:val="32"/>
          <w:szCs w:val="32"/>
        </w:rPr>
      </w:pPr>
    </w:p>
    <w:p w:rsidR="00F02A76" w:rsidRPr="002D22F8" w:rsidRDefault="00F02A76" w:rsidP="009C4332">
      <w:pPr>
        <w:tabs>
          <w:tab w:val="left" w:pos="0"/>
          <w:tab w:val="left" w:pos="567"/>
          <w:tab w:val="left" w:pos="1418"/>
          <w:tab w:val="left" w:pos="1680"/>
          <w:tab w:val="left" w:pos="3240"/>
        </w:tabs>
        <w:ind w:right="-1"/>
        <w:rPr>
          <w:rFonts w:ascii="TH SarabunIT๙" w:hAnsi="TH SarabunIT๙" w:cs="TH SarabunIT๙"/>
          <w:spacing w:val="-2"/>
          <w:sz w:val="32"/>
          <w:szCs w:val="32"/>
        </w:rPr>
      </w:pP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="00325021"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="00325021"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="009C4332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="00325021"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>สั่ง ณ วันที่.......................</w:t>
      </w:r>
      <w:r w:rsidR="009C4332">
        <w:rPr>
          <w:rFonts w:ascii="TH SarabunIT๙" w:hAnsi="TH SarabunIT๙" w:cs="TH SarabunIT๙" w:hint="cs"/>
          <w:spacing w:val="-2"/>
          <w:sz w:val="32"/>
          <w:szCs w:val="32"/>
          <w:cs/>
        </w:rPr>
        <w:t>.....</w:t>
      </w:r>
      <w:r w:rsidR="00325021"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>.................</w:t>
      </w: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325021" w:rsidRDefault="009A5C9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(ลงชื่อ)</w:t>
      </w: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(...........................................)</w:t>
      </w: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นายอำเภอ...........................</w:t>
      </w: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2135D4" w:rsidRDefault="002135D4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325021" w:rsidRDefault="0032502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C32701" w:rsidRDefault="00C32701" w:rsidP="007247F7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2135D4" w:rsidRDefault="002135D4" w:rsidP="00C1468B">
      <w:pPr>
        <w:tabs>
          <w:tab w:val="left" w:pos="0"/>
          <w:tab w:val="left" w:pos="1701"/>
          <w:tab w:val="left" w:pos="1985"/>
          <w:tab w:val="left" w:pos="2127"/>
        </w:tabs>
        <w:ind w:left="1" w:hanging="1"/>
        <w:jc w:val="thaiDistribute"/>
        <w:rPr>
          <w:rFonts w:ascii="TH SarabunIT๙" w:hAnsi="TH SarabunIT๙" w:cs="TH SarabunIT๙"/>
          <w:b/>
          <w:bCs/>
          <w:color w:val="0070C0"/>
        </w:rPr>
      </w:pPr>
    </w:p>
    <w:p w:rsidR="00C1468B" w:rsidRDefault="00C1468B" w:rsidP="00C1468B">
      <w:pPr>
        <w:tabs>
          <w:tab w:val="left" w:pos="0"/>
          <w:tab w:val="left" w:pos="1701"/>
          <w:tab w:val="left" w:pos="1985"/>
          <w:tab w:val="left" w:pos="2127"/>
        </w:tabs>
        <w:ind w:left="1" w:hanging="1"/>
        <w:jc w:val="thaiDistribute"/>
        <w:rPr>
          <w:rFonts w:ascii="TH SarabunIT๙" w:hAnsi="TH SarabunIT๙" w:cs="TH SarabunIT๙"/>
          <w:b/>
          <w:bCs/>
          <w:color w:val="0070C0"/>
        </w:rPr>
      </w:pPr>
      <w:r w:rsidRPr="009E7E6F">
        <w:rPr>
          <w:rFonts w:ascii="TH SarabunIT๙" w:hAnsi="TH SarabunIT๙" w:cs="TH SarabunIT๙" w:hint="cs"/>
          <w:b/>
          <w:bCs/>
          <w:noProof/>
          <w:color w:val="0070C0"/>
          <w:lang w:eastAsia="zh-CN"/>
        </w:rPr>
        <w:lastRenderedPageBreak/>
        <w:drawing>
          <wp:anchor distT="0" distB="0" distL="114300" distR="114300" simplePos="0" relativeHeight="251679744" behindDoc="0" locked="0" layoutInCell="1" allowOverlap="1" wp14:anchorId="321E9D09" wp14:editId="5B7B282D">
            <wp:simplePos x="0" y="0"/>
            <wp:positionH relativeFrom="column">
              <wp:posOffset>2306955</wp:posOffset>
            </wp:positionH>
            <wp:positionV relativeFrom="paragraph">
              <wp:posOffset>-138126</wp:posOffset>
            </wp:positionV>
            <wp:extent cx="1159510" cy="1085850"/>
            <wp:effectExtent l="0" t="0" r="2540" b="0"/>
            <wp:wrapNone/>
            <wp:docPr id="1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468B" w:rsidRPr="009E7E6F" w:rsidRDefault="00C1468B" w:rsidP="00C1468B">
      <w:pPr>
        <w:jc w:val="center"/>
        <w:rPr>
          <w:rFonts w:ascii="TH SarabunIT๙" w:hAnsi="TH SarabunIT๙" w:cs="TH SarabunIT๙"/>
          <w:b/>
          <w:bCs/>
          <w:color w:val="0070C0"/>
        </w:rPr>
      </w:pPr>
      <w:r w:rsidRPr="009E7E6F">
        <w:rPr>
          <w:rFonts w:ascii="TH SarabunIT๙" w:hAnsi="TH SarabunIT๙" w:cs="TH SarabunIT๙" w:hint="cs"/>
          <w:b/>
          <w:bCs/>
          <w:color w:val="0070C0"/>
          <w:cs/>
        </w:rPr>
        <w:t>- สำเนาคู่ฉบับ -</w:t>
      </w:r>
    </w:p>
    <w:p w:rsidR="00C1468B" w:rsidRPr="009E7E6F" w:rsidRDefault="00C1468B" w:rsidP="00C1468B">
      <w:pPr>
        <w:rPr>
          <w:rFonts w:ascii="TH SarabunIT๙" w:hAnsi="TH SarabunIT๙" w:cs="TH SarabunIT๙"/>
          <w:color w:val="0070C0"/>
          <w:sz w:val="20"/>
          <w:szCs w:val="20"/>
        </w:rPr>
      </w:pPr>
    </w:p>
    <w:p w:rsidR="00C1468B" w:rsidRPr="00647ED2" w:rsidRDefault="00C1468B" w:rsidP="00C1468B">
      <w:pPr>
        <w:tabs>
          <w:tab w:val="left" w:pos="6480"/>
        </w:tabs>
        <w:rPr>
          <w:rFonts w:ascii="TH SarabunIT๙" w:hAnsi="TH SarabunIT๙" w:cs="TH SarabunIT๙"/>
          <w:sz w:val="32"/>
          <w:szCs w:val="32"/>
        </w:rPr>
      </w:pPr>
      <w:r w:rsidRPr="00647ED2">
        <w:rPr>
          <w:rFonts w:ascii="TH SarabunIT๙" w:hAnsi="TH SarabunIT๙" w:cs="TH SarabunIT๙"/>
          <w:sz w:val="32"/>
          <w:szCs w:val="32"/>
          <w:cs/>
        </w:rPr>
        <w:tab/>
      </w:r>
    </w:p>
    <w:p w:rsidR="00C1468B" w:rsidRDefault="00C1468B" w:rsidP="00C1468B">
      <w:pPr>
        <w:tabs>
          <w:tab w:val="left" w:pos="0"/>
          <w:tab w:val="left" w:pos="567"/>
          <w:tab w:val="left" w:pos="1680"/>
        </w:tabs>
        <w:ind w:right="-431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1468B" w:rsidRPr="002251F5" w:rsidRDefault="00C1468B" w:rsidP="00C1468B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คำสั่งอำเภอ..............................</w:t>
      </w:r>
    </w:p>
    <w:p w:rsidR="00C1468B" w:rsidRDefault="00C1468B" w:rsidP="00C1468B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 ............./.................</w:t>
      </w:r>
    </w:p>
    <w:p w:rsidR="00F94D6C" w:rsidRDefault="00C1468B" w:rsidP="00C1468B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เรื่อง  เลื่อน</w:t>
      </w:r>
      <w:r w:rsidR="00A6736E">
        <w:rPr>
          <w:rFonts w:ascii="TH SarabunIT๙" w:hAnsi="TH SarabunIT๙" w:cs="TH SarabunIT๙" w:hint="cs"/>
          <w:sz w:val="32"/>
          <w:szCs w:val="32"/>
          <w:cs/>
        </w:rPr>
        <w:t>ขั้น</w:t>
      </w:r>
      <w:r>
        <w:rPr>
          <w:rFonts w:ascii="TH SarabunIT๙" w:hAnsi="TH SarabunIT๙" w:cs="TH SarabunIT๙" w:hint="cs"/>
          <w:sz w:val="32"/>
          <w:szCs w:val="32"/>
          <w:cs/>
        </w:rPr>
        <w:t>เงินตอบแทนตำแหน่ง</w:t>
      </w:r>
      <w:r w:rsidR="00F94D6C">
        <w:rPr>
          <w:rFonts w:ascii="TH SarabunIT๙" w:hAnsi="TH SarabunIT๙" w:cs="TH SarabunIT๙" w:hint="cs"/>
          <w:sz w:val="32"/>
          <w:szCs w:val="32"/>
          <w:cs/>
        </w:rPr>
        <w:t>ให้แก่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กำนัน ผู้ใหญ่บ้าน </w:t>
      </w:r>
    </w:p>
    <w:p w:rsidR="00F94D6C" w:rsidRDefault="00C1468B" w:rsidP="00C1468B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แพทย์ประจำตำบล สารวัตรกำนัน</w:t>
      </w:r>
      <w:r w:rsidR="00F94D6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ผู้ช่วยผู้ใหญ่บ้านฝ่ายปกครอง </w:t>
      </w:r>
    </w:p>
    <w:p w:rsidR="00C1468B" w:rsidRDefault="00C1468B" w:rsidP="00C1468B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และผู้ช่วยผู้ใหญ่บ้านฝ่ายรักษาความสงบ </w:t>
      </w:r>
      <w:r w:rsidR="00FC1CB8">
        <w:rPr>
          <w:rFonts w:ascii="TH SarabunIT๙" w:hAnsi="TH SarabunIT๙" w:cs="TH SarabunIT๙" w:hint="cs"/>
          <w:sz w:val="32"/>
          <w:szCs w:val="32"/>
          <w:cs/>
        </w:rPr>
        <w:t>เป็น</w:t>
      </w:r>
      <w:r>
        <w:rPr>
          <w:rFonts w:ascii="TH SarabunIT๙" w:hAnsi="TH SarabunIT๙" w:cs="TH SarabunIT๙" w:hint="cs"/>
          <w:sz w:val="32"/>
          <w:szCs w:val="32"/>
          <w:cs/>
        </w:rPr>
        <w:t>กรณีพิเศษ</w:t>
      </w:r>
    </w:p>
    <w:p w:rsidR="00C1468B" w:rsidRDefault="00C1468B" w:rsidP="00C1468B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</w:t>
      </w:r>
    </w:p>
    <w:p w:rsidR="00C1468B" w:rsidRDefault="00C1468B" w:rsidP="00C1468B">
      <w:pPr>
        <w:tabs>
          <w:tab w:val="left" w:pos="0"/>
          <w:tab w:val="left" w:pos="567"/>
          <w:tab w:val="left" w:pos="1680"/>
        </w:tabs>
        <w:ind w:right="-1"/>
        <w:jc w:val="center"/>
        <w:rPr>
          <w:rFonts w:ascii="TH SarabunIT๙" w:hAnsi="TH SarabunIT๙" w:cs="TH SarabunIT๙"/>
          <w:sz w:val="32"/>
          <w:szCs w:val="32"/>
        </w:rPr>
      </w:pPr>
    </w:p>
    <w:p w:rsidR="00C1468B" w:rsidRDefault="00C1468B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jc w:val="thaiDistribute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D22F8">
        <w:rPr>
          <w:rFonts w:ascii="TH SarabunIT๙" w:hAnsi="TH SarabunIT๙" w:cs="TH SarabunIT๙" w:hint="cs"/>
          <w:spacing w:val="-4"/>
          <w:sz w:val="32"/>
          <w:szCs w:val="32"/>
          <w:cs/>
        </w:rPr>
        <w:t>อาศัยอำนาจตามความใน ข้อ 4</w:t>
      </w:r>
      <w:r w:rsidR="00FC1CB8">
        <w:rPr>
          <w:rFonts w:ascii="TH SarabunIT๙" w:hAnsi="TH SarabunIT๙" w:cs="TH SarabunIT๙" w:hint="cs"/>
          <w:spacing w:val="-4"/>
          <w:sz w:val="32"/>
          <w:szCs w:val="32"/>
          <w:cs/>
        </w:rPr>
        <w:t>,</w:t>
      </w:r>
      <w:r w:rsidRPr="002D22F8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5</w:t>
      </w:r>
      <w:r w:rsidR="00FC1CB8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และ ข้อ 7</w:t>
      </w:r>
      <w:r w:rsidRPr="002D22F8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F94D6C">
        <w:rPr>
          <w:rFonts w:ascii="TH SarabunIT๙" w:hAnsi="TH SarabunIT๙" w:cs="TH SarabunIT๙" w:hint="cs"/>
          <w:spacing w:val="-4"/>
          <w:sz w:val="32"/>
          <w:szCs w:val="32"/>
          <w:cs/>
        </w:rPr>
        <w:t>ของ</w:t>
      </w:r>
      <w:r w:rsidRPr="002D22F8">
        <w:rPr>
          <w:rFonts w:ascii="TH SarabunIT๙" w:hAnsi="TH SarabunIT๙" w:cs="TH SarabunIT๙" w:hint="cs"/>
          <w:spacing w:val="-4"/>
          <w:sz w:val="32"/>
          <w:szCs w:val="32"/>
          <w:cs/>
        </w:rPr>
        <w:t>ระเบียบกระทรวงมหาดไทยว่าด้วย</w:t>
      </w:r>
      <w:r w:rsidR="00FC1CB8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 </w:t>
      </w:r>
      <w:r w:rsidRPr="002D22F8">
        <w:rPr>
          <w:rFonts w:ascii="TH SarabunIT๙" w:hAnsi="TH SarabunIT๙" w:cs="TH SarabunIT๙" w:hint="cs"/>
          <w:spacing w:val="-4"/>
          <w:sz w:val="32"/>
          <w:szCs w:val="32"/>
          <w:cs/>
        </w:rPr>
        <w:t>การเบิกจ่ายเงินตอบแทนตำแหน่ง และเงินอื่น ๆ ให้แก่ กำนัน ผู้ใหญ่บ้าน แพทย์ประจำตำบล สารวัตรกำนัน ผู้ช่วยผู้ใหญ่บ้าน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Pr="002D22F8">
        <w:rPr>
          <w:rFonts w:ascii="TH SarabunIT๙" w:hAnsi="TH SarabunIT๙" w:cs="TH SarabunIT๙" w:hint="cs"/>
          <w:sz w:val="32"/>
          <w:szCs w:val="32"/>
          <w:cs/>
        </w:rPr>
        <w:t xml:space="preserve">ฝ่ายปกครอง และผู้ช่วยผู้ใหญ่บ้านฝ่ายรักษาความสงบ </w:t>
      </w:r>
      <w:r w:rsidR="00F94D6C" w:rsidRPr="009C4332">
        <w:rPr>
          <w:rFonts w:ascii="TH SarabunIT๙" w:hAnsi="TH SarabunIT๙" w:cs="TH SarabunIT๙" w:hint="cs"/>
          <w:sz w:val="32"/>
          <w:szCs w:val="32"/>
          <w:cs/>
        </w:rPr>
        <w:t xml:space="preserve">พ.ศ. 2546 และที่แก้ไขเพิ่มเติม </w:t>
      </w:r>
      <w:r w:rsidRPr="002D22F8">
        <w:rPr>
          <w:rFonts w:ascii="TH SarabunIT๙" w:hAnsi="TH SarabunIT๙" w:cs="TH SarabunIT๙" w:hint="cs"/>
          <w:sz w:val="32"/>
          <w:szCs w:val="32"/>
          <w:cs/>
        </w:rPr>
        <w:t>(ฉบับที่ 6) พ.ศ. 2560</w:t>
      </w:r>
      <w:r w:rsidRPr="002D22F8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จึงให้เลื่อนขั้นเงินตอบแทน</w:t>
      </w:r>
      <w:r w:rsidRPr="002D22F8">
        <w:rPr>
          <w:rFonts w:ascii="TH SarabunIT๙" w:hAnsi="TH SarabunIT๙" w:cs="TH SarabunIT๙" w:hint="cs"/>
          <w:spacing w:val="-6"/>
          <w:sz w:val="32"/>
          <w:szCs w:val="32"/>
          <w:cs/>
        </w:rPr>
        <w:t>ตำแหน่งกำนัน ผู้ใหญ่บ้าน แพทย์ประจำตำบล สารวัตรกำนัน ผู้ช่วยผู้ใหญ่บ้านฝ่ายปกครอง และผู้ช่วยผู้ใหญ่บ้าน</w:t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>ฝ่ายรักษาความสงบเรียบร้อย ในอำเภอ.............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.....</w:t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>................. จังหวัด........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..</w:t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............</w:t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........... </w:t>
      </w:r>
      <w:r w:rsidR="00344ADC">
        <w:rPr>
          <w:rFonts w:ascii="TH SarabunIT๙" w:hAnsi="TH SarabunIT๙" w:cs="TH SarabunIT๙" w:hint="cs"/>
          <w:spacing w:val="-2"/>
          <w:sz w:val="32"/>
          <w:szCs w:val="32"/>
          <w:cs/>
        </w:rPr>
        <w:t>เนื่องจาก</w:t>
      </w:r>
      <w:r w:rsidR="005A03C0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(ได้รับบาดเจ็บสาหัสในขณะปฏิบัติหน้าที่/ทุพพลภาพจากการปฏิบัติหน้าที่/</w:t>
      </w:r>
      <w:r w:rsidR="00344ADC">
        <w:rPr>
          <w:rFonts w:ascii="TH SarabunIT๙" w:hAnsi="TH SarabunIT๙" w:cs="TH SarabunIT๙" w:hint="cs"/>
          <w:spacing w:val="-2"/>
          <w:sz w:val="32"/>
          <w:szCs w:val="32"/>
          <w:cs/>
        </w:rPr>
        <w:t>เสียชีวิตจากการปฏิบัติหน้าที่</w:t>
      </w:r>
      <w:r w:rsidR="00EA30F6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F94D6C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จำนวน </w:t>
      </w:r>
      <w:r w:rsidR="0061457F">
        <w:rPr>
          <w:rFonts w:ascii="TH SarabunIT๙" w:hAnsi="TH SarabunIT๙" w:cs="TH SarabunIT๙" w:hint="cs"/>
          <w:spacing w:val="-2"/>
          <w:sz w:val="32"/>
          <w:szCs w:val="32"/>
          <w:cs/>
        </w:rPr>
        <w:t>..........</w:t>
      </w:r>
      <w:r w:rsidR="00F94D6C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ราย </w:t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>ดังบัญชีรายละเอียดแนบท้าย</w:t>
      </w:r>
      <w:r w:rsidR="00F94D6C">
        <w:rPr>
          <w:rFonts w:ascii="TH SarabunIT๙" w:hAnsi="TH SarabunIT๙" w:cs="TH SarabunIT๙" w:hint="cs"/>
          <w:spacing w:val="-2"/>
          <w:sz w:val="32"/>
          <w:szCs w:val="32"/>
          <w:cs/>
        </w:rPr>
        <w:t>คำสั่ง</w:t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>นี้</w:t>
      </w:r>
    </w:p>
    <w:p w:rsidR="005A03C0" w:rsidRPr="002D22F8" w:rsidRDefault="005A03C0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jc w:val="thaiDistribute"/>
        <w:rPr>
          <w:rFonts w:ascii="TH SarabunIT๙" w:hAnsi="TH SarabunIT๙" w:cs="TH SarabunIT๙"/>
          <w:spacing w:val="-2"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ได้รับบาดเจ็บสาหัส ในขณะปฏิบัติหน้าที่/ทุพพลภาพจากการปฏิบัติหน้าที่)</w:t>
      </w:r>
    </w:p>
    <w:p w:rsidR="00C1468B" w:rsidRPr="002D22F8" w:rsidRDefault="00C1468B" w:rsidP="00F94D6C">
      <w:pPr>
        <w:tabs>
          <w:tab w:val="left" w:pos="0"/>
          <w:tab w:val="left" w:pos="567"/>
          <w:tab w:val="left" w:pos="1418"/>
          <w:tab w:val="left" w:pos="1680"/>
        </w:tabs>
        <w:spacing w:before="240"/>
        <w:rPr>
          <w:rFonts w:ascii="TH SarabunIT๙" w:hAnsi="TH SarabunIT๙" w:cs="TH SarabunIT๙"/>
          <w:spacing w:val="-2"/>
          <w:sz w:val="32"/>
          <w:szCs w:val="32"/>
        </w:rPr>
      </w:pP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ทั้งนี้ ตั้งแต่วันที่</w:t>
      </w:r>
      <w:r w:rsidR="00F64A15">
        <w:rPr>
          <w:rFonts w:ascii="TH SarabunIT๙" w:hAnsi="TH SarabunIT๙" w:cs="TH SarabunIT๙" w:hint="cs"/>
          <w:spacing w:val="-2"/>
          <w:sz w:val="32"/>
          <w:szCs w:val="32"/>
          <w:cs/>
        </w:rPr>
        <w:t>....(</w:t>
      </w:r>
      <w:r w:rsidR="00CE179B">
        <w:rPr>
          <w:rFonts w:ascii="TH SarabunIT๙" w:hAnsi="TH SarabunIT๙" w:cs="TH SarabunIT๙" w:hint="cs"/>
          <w:spacing w:val="-2"/>
          <w:sz w:val="32"/>
          <w:szCs w:val="32"/>
          <w:cs/>
        </w:rPr>
        <w:t>ที่ได้รับคำสั่งให้ปฏิบัติหน้าที่/</w:t>
      </w:r>
      <w:r w:rsidR="00F64A15">
        <w:rPr>
          <w:rFonts w:ascii="TH SarabunIT๙" w:hAnsi="TH SarabunIT๙" w:cs="TH SarabunIT๙" w:hint="cs"/>
          <w:spacing w:val="-2"/>
          <w:sz w:val="32"/>
          <w:szCs w:val="32"/>
          <w:cs/>
        </w:rPr>
        <w:t>วันที่เสียชีวิต)</w:t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>... เป็นต้นไป</w:t>
      </w:r>
    </w:p>
    <w:p w:rsidR="00F94D6C" w:rsidRPr="002D22F8" w:rsidRDefault="00F94D6C" w:rsidP="00F94D6C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pacing w:val="-2"/>
          <w:sz w:val="32"/>
          <w:szCs w:val="32"/>
        </w:rPr>
      </w:pPr>
    </w:p>
    <w:p w:rsidR="00F94D6C" w:rsidRPr="002D22F8" w:rsidRDefault="00F94D6C" w:rsidP="00F94D6C">
      <w:pPr>
        <w:tabs>
          <w:tab w:val="left" w:pos="0"/>
          <w:tab w:val="left" w:pos="567"/>
          <w:tab w:val="left" w:pos="1418"/>
          <w:tab w:val="left" w:pos="1680"/>
          <w:tab w:val="left" w:pos="3240"/>
        </w:tabs>
        <w:ind w:right="-1"/>
        <w:rPr>
          <w:rFonts w:ascii="TH SarabunIT๙" w:hAnsi="TH SarabunIT๙" w:cs="TH SarabunIT๙"/>
          <w:spacing w:val="-2"/>
          <w:sz w:val="32"/>
          <w:szCs w:val="32"/>
        </w:rPr>
      </w:pP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>สั่ง ณ วันที่.......................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.....</w:t>
      </w:r>
      <w:r w:rsidRPr="002D22F8">
        <w:rPr>
          <w:rFonts w:ascii="TH SarabunIT๙" w:hAnsi="TH SarabunIT๙" w:cs="TH SarabunIT๙" w:hint="cs"/>
          <w:spacing w:val="-2"/>
          <w:sz w:val="32"/>
          <w:szCs w:val="32"/>
          <w:cs/>
        </w:rPr>
        <w:t>.................</w:t>
      </w:r>
    </w:p>
    <w:p w:rsidR="00F94D6C" w:rsidRDefault="00F94D6C" w:rsidP="00F94D6C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F94D6C" w:rsidRDefault="00F94D6C" w:rsidP="00F94D6C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(ลงชื่อ)</w:t>
      </w:r>
    </w:p>
    <w:p w:rsidR="00F94D6C" w:rsidRDefault="00F94D6C" w:rsidP="00F94D6C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(...........................................)</w:t>
      </w:r>
    </w:p>
    <w:p w:rsidR="00F94D6C" w:rsidRDefault="00F94D6C" w:rsidP="00F94D6C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นายอำเภอ...........................</w:t>
      </w:r>
    </w:p>
    <w:p w:rsidR="00C1468B" w:rsidRDefault="00C1468B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C1468B" w:rsidRDefault="00C1468B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A40649" w:rsidRDefault="00A40649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A40649" w:rsidRDefault="00A40649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A40649" w:rsidRDefault="00A40649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A40649" w:rsidRDefault="00A40649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A40649" w:rsidRDefault="00A40649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B30B02" w:rsidRDefault="00B30B02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B30B02" w:rsidRDefault="00B30B02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B30B02" w:rsidRDefault="00B30B02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B30B02" w:rsidRDefault="00B30B02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B30B02" w:rsidRDefault="00B30B02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</w:p>
    <w:p w:rsidR="00B30B02" w:rsidRDefault="00B30B02" w:rsidP="00C1468B">
      <w:pPr>
        <w:tabs>
          <w:tab w:val="left" w:pos="0"/>
          <w:tab w:val="left" w:pos="567"/>
          <w:tab w:val="left" w:pos="1418"/>
          <w:tab w:val="left" w:pos="1680"/>
        </w:tabs>
        <w:ind w:right="-1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B30B02" w:rsidSect="00C32701">
      <w:headerReference w:type="even" r:id="rId10"/>
      <w:headerReference w:type="default" r:id="rId11"/>
      <w:pgSz w:w="11906" w:h="16838" w:code="9"/>
      <w:pgMar w:top="1620" w:right="1134" w:bottom="425" w:left="1701" w:header="99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1DF" w:rsidRDefault="007821DF">
      <w:r>
        <w:separator/>
      </w:r>
    </w:p>
  </w:endnote>
  <w:endnote w:type="continuationSeparator" w:id="0">
    <w:p w:rsidR="007821DF" w:rsidRDefault="0078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1DF" w:rsidRDefault="007821DF">
      <w:r>
        <w:separator/>
      </w:r>
    </w:p>
  </w:footnote>
  <w:footnote w:type="continuationSeparator" w:id="0">
    <w:p w:rsidR="007821DF" w:rsidRDefault="00782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70C" w:rsidRDefault="0093470C" w:rsidP="00D6626B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cs/>
      </w:rPr>
      <w:fldChar w:fldCharType="begin"/>
    </w:r>
    <w:r>
      <w:rPr>
        <w:rStyle w:val="a6"/>
      </w:rPr>
      <w:instrText xml:space="preserve">PAGE  </w:instrText>
    </w:r>
    <w:r>
      <w:rPr>
        <w:rStyle w:val="a6"/>
        <w:cs/>
      </w:rPr>
      <w:fldChar w:fldCharType="end"/>
    </w:r>
  </w:p>
  <w:p w:rsidR="0093470C" w:rsidRDefault="0093470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70C" w:rsidRDefault="0093470C">
    <w:pPr>
      <w:pStyle w:val="a5"/>
      <w:rPr>
        <w:rFonts w:ascii="TH SarabunPSK" w:hAnsi="TH SarabunPSK" w:cs="TH SarabunPSK"/>
        <w:sz w:val="32"/>
        <w:szCs w:val="32"/>
      </w:rPr>
    </w:pPr>
  </w:p>
  <w:p w:rsidR="0093470C" w:rsidRPr="00D6626B" w:rsidRDefault="0093470C">
    <w:pPr>
      <w:pStyle w:val="a5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3A63"/>
    <w:multiLevelType w:val="hybridMultilevel"/>
    <w:tmpl w:val="F0F23A9C"/>
    <w:lvl w:ilvl="0" w:tplc="75F4B29E">
      <w:start w:val="3"/>
      <w:numFmt w:val="bullet"/>
      <w:lvlText w:val="-"/>
      <w:lvlJc w:val="left"/>
      <w:pPr>
        <w:ind w:left="178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BBC680E"/>
    <w:multiLevelType w:val="hybridMultilevel"/>
    <w:tmpl w:val="9A4E2568"/>
    <w:lvl w:ilvl="0" w:tplc="EA16EC44">
      <w:start w:val="1"/>
      <w:numFmt w:val="thaiNumbers"/>
      <w:lvlText w:val="(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0F98602A"/>
    <w:multiLevelType w:val="hybridMultilevel"/>
    <w:tmpl w:val="3E966E58"/>
    <w:lvl w:ilvl="0" w:tplc="EE409C2E">
      <w:start w:val="1"/>
      <w:numFmt w:val="thaiNumbers"/>
      <w:lvlText w:val="(%1)"/>
      <w:lvlJc w:val="left"/>
      <w:pPr>
        <w:ind w:left="19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15" w:hanging="360"/>
      </w:pPr>
    </w:lvl>
    <w:lvl w:ilvl="2" w:tplc="0409001B" w:tentative="1">
      <w:start w:val="1"/>
      <w:numFmt w:val="lowerRoman"/>
      <w:lvlText w:val="%3."/>
      <w:lvlJc w:val="right"/>
      <w:pPr>
        <w:ind w:left="3435" w:hanging="180"/>
      </w:pPr>
    </w:lvl>
    <w:lvl w:ilvl="3" w:tplc="0409000F" w:tentative="1">
      <w:start w:val="1"/>
      <w:numFmt w:val="decimal"/>
      <w:lvlText w:val="%4."/>
      <w:lvlJc w:val="left"/>
      <w:pPr>
        <w:ind w:left="4155" w:hanging="360"/>
      </w:pPr>
    </w:lvl>
    <w:lvl w:ilvl="4" w:tplc="04090019" w:tentative="1">
      <w:start w:val="1"/>
      <w:numFmt w:val="lowerLetter"/>
      <w:lvlText w:val="%5."/>
      <w:lvlJc w:val="left"/>
      <w:pPr>
        <w:ind w:left="4875" w:hanging="360"/>
      </w:pPr>
    </w:lvl>
    <w:lvl w:ilvl="5" w:tplc="0409001B" w:tentative="1">
      <w:start w:val="1"/>
      <w:numFmt w:val="lowerRoman"/>
      <w:lvlText w:val="%6."/>
      <w:lvlJc w:val="right"/>
      <w:pPr>
        <w:ind w:left="5595" w:hanging="180"/>
      </w:pPr>
    </w:lvl>
    <w:lvl w:ilvl="6" w:tplc="0409000F" w:tentative="1">
      <w:start w:val="1"/>
      <w:numFmt w:val="decimal"/>
      <w:lvlText w:val="%7."/>
      <w:lvlJc w:val="left"/>
      <w:pPr>
        <w:ind w:left="6315" w:hanging="360"/>
      </w:pPr>
    </w:lvl>
    <w:lvl w:ilvl="7" w:tplc="04090019" w:tentative="1">
      <w:start w:val="1"/>
      <w:numFmt w:val="lowerLetter"/>
      <w:lvlText w:val="%8."/>
      <w:lvlJc w:val="left"/>
      <w:pPr>
        <w:ind w:left="7035" w:hanging="360"/>
      </w:pPr>
    </w:lvl>
    <w:lvl w:ilvl="8" w:tplc="04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3">
    <w:nsid w:val="14C465A4"/>
    <w:multiLevelType w:val="hybridMultilevel"/>
    <w:tmpl w:val="42A892F8"/>
    <w:lvl w:ilvl="0" w:tplc="D6D2C746">
      <w:start w:val="1"/>
      <w:numFmt w:val="thaiNumbers"/>
      <w:lvlText w:val="(%1)"/>
      <w:lvlJc w:val="left"/>
      <w:pPr>
        <w:ind w:left="241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4">
    <w:nsid w:val="15E51B93"/>
    <w:multiLevelType w:val="hybridMultilevel"/>
    <w:tmpl w:val="D7264F2A"/>
    <w:lvl w:ilvl="0" w:tplc="E69ED982"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B2355"/>
    <w:multiLevelType w:val="hybridMultilevel"/>
    <w:tmpl w:val="3E00F96E"/>
    <w:lvl w:ilvl="0" w:tplc="A0545870">
      <w:start w:val="5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74297"/>
    <w:multiLevelType w:val="hybridMultilevel"/>
    <w:tmpl w:val="D764D12A"/>
    <w:lvl w:ilvl="0" w:tplc="FC482092">
      <w:start w:val="3"/>
      <w:numFmt w:val="bullet"/>
      <w:lvlText w:val="-"/>
      <w:lvlJc w:val="left"/>
      <w:pPr>
        <w:ind w:left="220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7">
    <w:nsid w:val="3FB72191"/>
    <w:multiLevelType w:val="hybridMultilevel"/>
    <w:tmpl w:val="DA58FE12"/>
    <w:lvl w:ilvl="0" w:tplc="91AE461E">
      <w:start w:val="1"/>
      <w:numFmt w:val="thaiNumbers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51CC430A"/>
    <w:multiLevelType w:val="hybridMultilevel"/>
    <w:tmpl w:val="7B607C22"/>
    <w:lvl w:ilvl="0" w:tplc="D8D04410">
      <w:start w:val="1"/>
      <w:numFmt w:val="thaiNumbers"/>
      <w:lvlText w:val="(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>
    <w:nsid w:val="613F70A6"/>
    <w:multiLevelType w:val="hybridMultilevel"/>
    <w:tmpl w:val="6CBABD76"/>
    <w:lvl w:ilvl="0" w:tplc="29701B0E">
      <w:start w:val="3"/>
      <w:numFmt w:val="bullet"/>
      <w:lvlText w:val="-"/>
      <w:lvlJc w:val="left"/>
      <w:pPr>
        <w:ind w:left="220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">
    <w:nsid w:val="66C43EFA"/>
    <w:multiLevelType w:val="hybridMultilevel"/>
    <w:tmpl w:val="E668EA4A"/>
    <w:lvl w:ilvl="0" w:tplc="0409000F">
      <w:start w:val="1"/>
      <w:numFmt w:val="decimal"/>
      <w:lvlText w:val="%1."/>
      <w:lvlJc w:val="left"/>
      <w:pPr>
        <w:ind w:left="2062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6FAB435E"/>
    <w:multiLevelType w:val="hybridMultilevel"/>
    <w:tmpl w:val="0F34C528"/>
    <w:lvl w:ilvl="0" w:tplc="A6162C4E">
      <w:start w:val="3"/>
      <w:numFmt w:val="bullet"/>
      <w:lvlText w:val="-"/>
      <w:lvlJc w:val="left"/>
      <w:pPr>
        <w:ind w:left="220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0"/>
  </w:num>
  <w:num w:numId="9">
    <w:abstractNumId w:val="6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99"/>
    <w:rsid w:val="000009B3"/>
    <w:rsid w:val="0000240E"/>
    <w:rsid w:val="0000381F"/>
    <w:rsid w:val="00003A51"/>
    <w:rsid w:val="00004587"/>
    <w:rsid w:val="00005B00"/>
    <w:rsid w:val="000062F0"/>
    <w:rsid w:val="00006491"/>
    <w:rsid w:val="00006675"/>
    <w:rsid w:val="00010526"/>
    <w:rsid w:val="0001197C"/>
    <w:rsid w:val="000230BF"/>
    <w:rsid w:val="000236FD"/>
    <w:rsid w:val="00024D86"/>
    <w:rsid w:val="00024F44"/>
    <w:rsid w:val="00031E9C"/>
    <w:rsid w:val="0003312B"/>
    <w:rsid w:val="00035D8A"/>
    <w:rsid w:val="00041424"/>
    <w:rsid w:val="000414EC"/>
    <w:rsid w:val="000522D9"/>
    <w:rsid w:val="0005367A"/>
    <w:rsid w:val="0005394B"/>
    <w:rsid w:val="000625F1"/>
    <w:rsid w:val="0006583D"/>
    <w:rsid w:val="0006733D"/>
    <w:rsid w:val="0007464C"/>
    <w:rsid w:val="000803D1"/>
    <w:rsid w:val="00082A4E"/>
    <w:rsid w:val="00083FB3"/>
    <w:rsid w:val="0008789B"/>
    <w:rsid w:val="00091AF4"/>
    <w:rsid w:val="00091F7A"/>
    <w:rsid w:val="000930A0"/>
    <w:rsid w:val="000938BC"/>
    <w:rsid w:val="000A1A97"/>
    <w:rsid w:val="000A2CA2"/>
    <w:rsid w:val="000A2F08"/>
    <w:rsid w:val="000A45B8"/>
    <w:rsid w:val="000A5D2A"/>
    <w:rsid w:val="000B27B0"/>
    <w:rsid w:val="000B540C"/>
    <w:rsid w:val="000B6990"/>
    <w:rsid w:val="000B6E32"/>
    <w:rsid w:val="000C001D"/>
    <w:rsid w:val="000C0401"/>
    <w:rsid w:val="000C34C8"/>
    <w:rsid w:val="000C37EA"/>
    <w:rsid w:val="000C3FEE"/>
    <w:rsid w:val="000C555D"/>
    <w:rsid w:val="000C5F3A"/>
    <w:rsid w:val="000C780B"/>
    <w:rsid w:val="000D0086"/>
    <w:rsid w:val="000D00AB"/>
    <w:rsid w:val="000D1804"/>
    <w:rsid w:val="000D33D3"/>
    <w:rsid w:val="000D33F5"/>
    <w:rsid w:val="000D45AA"/>
    <w:rsid w:val="000D4716"/>
    <w:rsid w:val="000D658D"/>
    <w:rsid w:val="000D7D87"/>
    <w:rsid w:val="000E44D9"/>
    <w:rsid w:val="000E6278"/>
    <w:rsid w:val="000E7B6A"/>
    <w:rsid w:val="000F392D"/>
    <w:rsid w:val="000F3EC6"/>
    <w:rsid w:val="000F6E90"/>
    <w:rsid w:val="000F7397"/>
    <w:rsid w:val="000F73CB"/>
    <w:rsid w:val="00100097"/>
    <w:rsid w:val="00100826"/>
    <w:rsid w:val="00100914"/>
    <w:rsid w:val="001023AB"/>
    <w:rsid w:val="00104203"/>
    <w:rsid w:val="00104E38"/>
    <w:rsid w:val="00107BE7"/>
    <w:rsid w:val="00107DC9"/>
    <w:rsid w:val="001123E6"/>
    <w:rsid w:val="0012059E"/>
    <w:rsid w:val="00120730"/>
    <w:rsid w:val="0012156E"/>
    <w:rsid w:val="00121573"/>
    <w:rsid w:val="00121BF0"/>
    <w:rsid w:val="0012373A"/>
    <w:rsid w:val="00124FB9"/>
    <w:rsid w:val="00126264"/>
    <w:rsid w:val="00126786"/>
    <w:rsid w:val="00126884"/>
    <w:rsid w:val="00127B7C"/>
    <w:rsid w:val="00131BE5"/>
    <w:rsid w:val="00133032"/>
    <w:rsid w:val="001462DD"/>
    <w:rsid w:val="00146883"/>
    <w:rsid w:val="00151819"/>
    <w:rsid w:val="00151D6F"/>
    <w:rsid w:val="00153980"/>
    <w:rsid w:val="0016133C"/>
    <w:rsid w:val="0016456B"/>
    <w:rsid w:val="00165914"/>
    <w:rsid w:val="00174E24"/>
    <w:rsid w:val="00177E8D"/>
    <w:rsid w:val="00182ED3"/>
    <w:rsid w:val="00184683"/>
    <w:rsid w:val="00193FB7"/>
    <w:rsid w:val="001A0399"/>
    <w:rsid w:val="001A4449"/>
    <w:rsid w:val="001A741A"/>
    <w:rsid w:val="001A7A6E"/>
    <w:rsid w:val="001B289C"/>
    <w:rsid w:val="001B6321"/>
    <w:rsid w:val="001B6FFB"/>
    <w:rsid w:val="001C00F9"/>
    <w:rsid w:val="001C1A0B"/>
    <w:rsid w:val="001C1B8B"/>
    <w:rsid w:val="001C285C"/>
    <w:rsid w:val="001C3DCE"/>
    <w:rsid w:val="001D199F"/>
    <w:rsid w:val="001D204E"/>
    <w:rsid w:val="001D5EB5"/>
    <w:rsid w:val="001E054B"/>
    <w:rsid w:val="001E4D29"/>
    <w:rsid w:val="001F01F9"/>
    <w:rsid w:val="001F31B9"/>
    <w:rsid w:val="001F3589"/>
    <w:rsid w:val="001F3892"/>
    <w:rsid w:val="001F5879"/>
    <w:rsid w:val="001F5892"/>
    <w:rsid w:val="001F5C5E"/>
    <w:rsid w:val="001F5E85"/>
    <w:rsid w:val="00202EC7"/>
    <w:rsid w:val="0020401D"/>
    <w:rsid w:val="002051CE"/>
    <w:rsid w:val="00207BD6"/>
    <w:rsid w:val="002135D4"/>
    <w:rsid w:val="00216C99"/>
    <w:rsid w:val="0022136E"/>
    <w:rsid w:val="00221ADE"/>
    <w:rsid w:val="002251F5"/>
    <w:rsid w:val="002275E5"/>
    <w:rsid w:val="002303E2"/>
    <w:rsid w:val="00232072"/>
    <w:rsid w:val="00233505"/>
    <w:rsid w:val="00234317"/>
    <w:rsid w:val="00234405"/>
    <w:rsid w:val="00235530"/>
    <w:rsid w:val="002355B7"/>
    <w:rsid w:val="00236008"/>
    <w:rsid w:val="00236572"/>
    <w:rsid w:val="002369A4"/>
    <w:rsid w:val="00237B38"/>
    <w:rsid w:val="00243E4B"/>
    <w:rsid w:val="00246128"/>
    <w:rsid w:val="00246F29"/>
    <w:rsid w:val="00247750"/>
    <w:rsid w:val="00251996"/>
    <w:rsid w:val="00252B43"/>
    <w:rsid w:val="002539B2"/>
    <w:rsid w:val="0025403F"/>
    <w:rsid w:val="00261C88"/>
    <w:rsid w:val="0027240D"/>
    <w:rsid w:val="002747A4"/>
    <w:rsid w:val="0027485F"/>
    <w:rsid w:val="00274B05"/>
    <w:rsid w:val="002752C6"/>
    <w:rsid w:val="002754E9"/>
    <w:rsid w:val="00276E88"/>
    <w:rsid w:val="00284165"/>
    <w:rsid w:val="002843DC"/>
    <w:rsid w:val="0028481D"/>
    <w:rsid w:val="002972E8"/>
    <w:rsid w:val="002A20E8"/>
    <w:rsid w:val="002A2D06"/>
    <w:rsid w:val="002A44A2"/>
    <w:rsid w:val="002A4AC7"/>
    <w:rsid w:val="002A4C92"/>
    <w:rsid w:val="002A7988"/>
    <w:rsid w:val="002B0D24"/>
    <w:rsid w:val="002B108C"/>
    <w:rsid w:val="002B2F4A"/>
    <w:rsid w:val="002B56CD"/>
    <w:rsid w:val="002B5850"/>
    <w:rsid w:val="002B661D"/>
    <w:rsid w:val="002B6ACE"/>
    <w:rsid w:val="002B7CA4"/>
    <w:rsid w:val="002C2298"/>
    <w:rsid w:val="002C24F9"/>
    <w:rsid w:val="002C32A8"/>
    <w:rsid w:val="002C5D69"/>
    <w:rsid w:val="002D002C"/>
    <w:rsid w:val="002D08A9"/>
    <w:rsid w:val="002D22F8"/>
    <w:rsid w:val="002D3130"/>
    <w:rsid w:val="002D4126"/>
    <w:rsid w:val="002D44D9"/>
    <w:rsid w:val="002D5B12"/>
    <w:rsid w:val="002D6587"/>
    <w:rsid w:val="002D6AA1"/>
    <w:rsid w:val="002D70D5"/>
    <w:rsid w:val="002E1EB8"/>
    <w:rsid w:val="002E2102"/>
    <w:rsid w:val="002E2DA9"/>
    <w:rsid w:val="002E432C"/>
    <w:rsid w:val="002E66E2"/>
    <w:rsid w:val="002E7637"/>
    <w:rsid w:val="002F494E"/>
    <w:rsid w:val="002F5116"/>
    <w:rsid w:val="002F7049"/>
    <w:rsid w:val="002F7472"/>
    <w:rsid w:val="002F79D0"/>
    <w:rsid w:val="00303E11"/>
    <w:rsid w:val="003101AC"/>
    <w:rsid w:val="003111E6"/>
    <w:rsid w:val="0031424C"/>
    <w:rsid w:val="00315BD7"/>
    <w:rsid w:val="00316320"/>
    <w:rsid w:val="0032049D"/>
    <w:rsid w:val="00321702"/>
    <w:rsid w:val="00324834"/>
    <w:rsid w:val="00325021"/>
    <w:rsid w:val="00325D85"/>
    <w:rsid w:val="00327AEE"/>
    <w:rsid w:val="00333F35"/>
    <w:rsid w:val="00340896"/>
    <w:rsid w:val="00344ADC"/>
    <w:rsid w:val="00351E1D"/>
    <w:rsid w:val="00353026"/>
    <w:rsid w:val="00361385"/>
    <w:rsid w:val="00365002"/>
    <w:rsid w:val="003652BA"/>
    <w:rsid w:val="003749F6"/>
    <w:rsid w:val="00376A90"/>
    <w:rsid w:val="00380178"/>
    <w:rsid w:val="0038348B"/>
    <w:rsid w:val="00385147"/>
    <w:rsid w:val="00387B20"/>
    <w:rsid w:val="003927B7"/>
    <w:rsid w:val="00392978"/>
    <w:rsid w:val="00393348"/>
    <w:rsid w:val="00394564"/>
    <w:rsid w:val="00396309"/>
    <w:rsid w:val="003A0580"/>
    <w:rsid w:val="003A4BE3"/>
    <w:rsid w:val="003A6EF6"/>
    <w:rsid w:val="003B095C"/>
    <w:rsid w:val="003B0B81"/>
    <w:rsid w:val="003B1396"/>
    <w:rsid w:val="003B35FC"/>
    <w:rsid w:val="003B380A"/>
    <w:rsid w:val="003B4D87"/>
    <w:rsid w:val="003C05F1"/>
    <w:rsid w:val="003C1750"/>
    <w:rsid w:val="003C1E76"/>
    <w:rsid w:val="003C4379"/>
    <w:rsid w:val="003C7F03"/>
    <w:rsid w:val="003D04A4"/>
    <w:rsid w:val="003D1FA0"/>
    <w:rsid w:val="003D3F13"/>
    <w:rsid w:val="003D5818"/>
    <w:rsid w:val="003D5CD9"/>
    <w:rsid w:val="003D6F17"/>
    <w:rsid w:val="003D7B96"/>
    <w:rsid w:val="003E22A6"/>
    <w:rsid w:val="003E251F"/>
    <w:rsid w:val="003E3644"/>
    <w:rsid w:val="003E79C8"/>
    <w:rsid w:val="003F007A"/>
    <w:rsid w:val="003F0D27"/>
    <w:rsid w:val="003F3446"/>
    <w:rsid w:val="003F474D"/>
    <w:rsid w:val="003F4C6C"/>
    <w:rsid w:val="003F62EA"/>
    <w:rsid w:val="003F6730"/>
    <w:rsid w:val="003F7809"/>
    <w:rsid w:val="00402A73"/>
    <w:rsid w:val="00402C0A"/>
    <w:rsid w:val="00412056"/>
    <w:rsid w:val="00413AD2"/>
    <w:rsid w:val="004266C6"/>
    <w:rsid w:val="0043034F"/>
    <w:rsid w:val="00432471"/>
    <w:rsid w:val="004338EC"/>
    <w:rsid w:val="004339DD"/>
    <w:rsid w:val="004367F5"/>
    <w:rsid w:val="0044224E"/>
    <w:rsid w:val="00443D4B"/>
    <w:rsid w:val="00444934"/>
    <w:rsid w:val="0044562A"/>
    <w:rsid w:val="004470AA"/>
    <w:rsid w:val="00447C6C"/>
    <w:rsid w:val="00450F4A"/>
    <w:rsid w:val="0045149F"/>
    <w:rsid w:val="004527B4"/>
    <w:rsid w:val="00453C84"/>
    <w:rsid w:val="00454028"/>
    <w:rsid w:val="00454B33"/>
    <w:rsid w:val="00454EB3"/>
    <w:rsid w:val="00457AF2"/>
    <w:rsid w:val="004702DA"/>
    <w:rsid w:val="00473211"/>
    <w:rsid w:val="00476BDE"/>
    <w:rsid w:val="00480EC1"/>
    <w:rsid w:val="00487264"/>
    <w:rsid w:val="0049490A"/>
    <w:rsid w:val="00495F30"/>
    <w:rsid w:val="004A0054"/>
    <w:rsid w:val="004A2FE6"/>
    <w:rsid w:val="004A4AAB"/>
    <w:rsid w:val="004A6D6C"/>
    <w:rsid w:val="004B1104"/>
    <w:rsid w:val="004B1BC2"/>
    <w:rsid w:val="004B213F"/>
    <w:rsid w:val="004B2236"/>
    <w:rsid w:val="004B32EF"/>
    <w:rsid w:val="004B4D7E"/>
    <w:rsid w:val="004B6245"/>
    <w:rsid w:val="004C0A89"/>
    <w:rsid w:val="004C2D52"/>
    <w:rsid w:val="004C35D3"/>
    <w:rsid w:val="004C53C8"/>
    <w:rsid w:val="004C5AE8"/>
    <w:rsid w:val="004C7DD1"/>
    <w:rsid w:val="004D0768"/>
    <w:rsid w:val="004D352D"/>
    <w:rsid w:val="004D46FD"/>
    <w:rsid w:val="004E2DB9"/>
    <w:rsid w:val="004E3155"/>
    <w:rsid w:val="004F5D0F"/>
    <w:rsid w:val="004F7A06"/>
    <w:rsid w:val="0050624B"/>
    <w:rsid w:val="00512A49"/>
    <w:rsid w:val="0051442D"/>
    <w:rsid w:val="005151E6"/>
    <w:rsid w:val="00515A3C"/>
    <w:rsid w:val="0051735F"/>
    <w:rsid w:val="00524884"/>
    <w:rsid w:val="005259A1"/>
    <w:rsid w:val="005305C6"/>
    <w:rsid w:val="00532A7E"/>
    <w:rsid w:val="00542D29"/>
    <w:rsid w:val="005430D8"/>
    <w:rsid w:val="005442D8"/>
    <w:rsid w:val="00544C03"/>
    <w:rsid w:val="0054516A"/>
    <w:rsid w:val="0055031F"/>
    <w:rsid w:val="00556D5E"/>
    <w:rsid w:val="005578A9"/>
    <w:rsid w:val="00560AD3"/>
    <w:rsid w:val="00570101"/>
    <w:rsid w:val="0057265C"/>
    <w:rsid w:val="005761D5"/>
    <w:rsid w:val="0058115D"/>
    <w:rsid w:val="005845D5"/>
    <w:rsid w:val="00584B2B"/>
    <w:rsid w:val="00586561"/>
    <w:rsid w:val="00590850"/>
    <w:rsid w:val="0059480C"/>
    <w:rsid w:val="00594BB0"/>
    <w:rsid w:val="00594CCF"/>
    <w:rsid w:val="00596455"/>
    <w:rsid w:val="005A03C0"/>
    <w:rsid w:val="005A0EF8"/>
    <w:rsid w:val="005A1A07"/>
    <w:rsid w:val="005A4621"/>
    <w:rsid w:val="005B2475"/>
    <w:rsid w:val="005B30DB"/>
    <w:rsid w:val="005B504C"/>
    <w:rsid w:val="005B5B00"/>
    <w:rsid w:val="005B709C"/>
    <w:rsid w:val="005C2B35"/>
    <w:rsid w:val="005C62BE"/>
    <w:rsid w:val="005D3415"/>
    <w:rsid w:val="005D51B1"/>
    <w:rsid w:val="005D60AC"/>
    <w:rsid w:val="005D785C"/>
    <w:rsid w:val="005E2F89"/>
    <w:rsid w:val="005E5C87"/>
    <w:rsid w:val="005E6249"/>
    <w:rsid w:val="005F2CC7"/>
    <w:rsid w:val="005F4EE0"/>
    <w:rsid w:val="005F55E3"/>
    <w:rsid w:val="005F72E2"/>
    <w:rsid w:val="00604554"/>
    <w:rsid w:val="0060473F"/>
    <w:rsid w:val="006069D7"/>
    <w:rsid w:val="00613E84"/>
    <w:rsid w:val="0061457F"/>
    <w:rsid w:val="00617382"/>
    <w:rsid w:val="006235F8"/>
    <w:rsid w:val="00624F68"/>
    <w:rsid w:val="006253EF"/>
    <w:rsid w:val="006311F5"/>
    <w:rsid w:val="00633994"/>
    <w:rsid w:val="0063547B"/>
    <w:rsid w:val="006408AD"/>
    <w:rsid w:val="00644F8E"/>
    <w:rsid w:val="00645A99"/>
    <w:rsid w:val="00646E81"/>
    <w:rsid w:val="00646EE4"/>
    <w:rsid w:val="00647ED2"/>
    <w:rsid w:val="00650248"/>
    <w:rsid w:val="0065053D"/>
    <w:rsid w:val="00651274"/>
    <w:rsid w:val="0065208A"/>
    <w:rsid w:val="00653DD1"/>
    <w:rsid w:val="00662A08"/>
    <w:rsid w:val="00662F01"/>
    <w:rsid w:val="0066388D"/>
    <w:rsid w:val="0066568C"/>
    <w:rsid w:val="00667048"/>
    <w:rsid w:val="00675534"/>
    <w:rsid w:val="00676E85"/>
    <w:rsid w:val="006771C0"/>
    <w:rsid w:val="00677C98"/>
    <w:rsid w:val="00684268"/>
    <w:rsid w:val="00684B84"/>
    <w:rsid w:val="00687695"/>
    <w:rsid w:val="00690233"/>
    <w:rsid w:val="00693D26"/>
    <w:rsid w:val="006974F5"/>
    <w:rsid w:val="006A21F7"/>
    <w:rsid w:val="006A2C92"/>
    <w:rsid w:val="006A4118"/>
    <w:rsid w:val="006A571F"/>
    <w:rsid w:val="006B03B1"/>
    <w:rsid w:val="006B1052"/>
    <w:rsid w:val="006B17F4"/>
    <w:rsid w:val="006B7772"/>
    <w:rsid w:val="006C0A3C"/>
    <w:rsid w:val="006C55E1"/>
    <w:rsid w:val="006D019B"/>
    <w:rsid w:val="006D16F7"/>
    <w:rsid w:val="006D72F0"/>
    <w:rsid w:val="006E194F"/>
    <w:rsid w:val="006E436F"/>
    <w:rsid w:val="006E43DA"/>
    <w:rsid w:val="006E56C8"/>
    <w:rsid w:val="006F3E38"/>
    <w:rsid w:val="006F43D0"/>
    <w:rsid w:val="006F5D19"/>
    <w:rsid w:val="007012F4"/>
    <w:rsid w:val="007069F1"/>
    <w:rsid w:val="00711F26"/>
    <w:rsid w:val="00713CB1"/>
    <w:rsid w:val="00720286"/>
    <w:rsid w:val="007216E7"/>
    <w:rsid w:val="00722CD4"/>
    <w:rsid w:val="00723819"/>
    <w:rsid w:val="007247F7"/>
    <w:rsid w:val="007324A1"/>
    <w:rsid w:val="00732E85"/>
    <w:rsid w:val="00734830"/>
    <w:rsid w:val="00735B0D"/>
    <w:rsid w:val="007414AF"/>
    <w:rsid w:val="00742D31"/>
    <w:rsid w:val="00743B97"/>
    <w:rsid w:val="00747A27"/>
    <w:rsid w:val="007551DE"/>
    <w:rsid w:val="00757032"/>
    <w:rsid w:val="00757F9E"/>
    <w:rsid w:val="00764FDE"/>
    <w:rsid w:val="00766C9F"/>
    <w:rsid w:val="00771945"/>
    <w:rsid w:val="007821DF"/>
    <w:rsid w:val="00782925"/>
    <w:rsid w:val="00783D99"/>
    <w:rsid w:val="00793971"/>
    <w:rsid w:val="007941B5"/>
    <w:rsid w:val="007969B4"/>
    <w:rsid w:val="0079782E"/>
    <w:rsid w:val="007A0429"/>
    <w:rsid w:val="007A181E"/>
    <w:rsid w:val="007A3AF5"/>
    <w:rsid w:val="007A4825"/>
    <w:rsid w:val="007A4868"/>
    <w:rsid w:val="007C35A6"/>
    <w:rsid w:val="007C665B"/>
    <w:rsid w:val="007C7397"/>
    <w:rsid w:val="007D287A"/>
    <w:rsid w:val="007D2F8D"/>
    <w:rsid w:val="007E1E7D"/>
    <w:rsid w:val="007E2030"/>
    <w:rsid w:val="007E3058"/>
    <w:rsid w:val="007E50CF"/>
    <w:rsid w:val="007E6E95"/>
    <w:rsid w:val="007E7406"/>
    <w:rsid w:val="007E78F6"/>
    <w:rsid w:val="007F01A1"/>
    <w:rsid w:val="007F0B1A"/>
    <w:rsid w:val="007F494F"/>
    <w:rsid w:val="00801992"/>
    <w:rsid w:val="0080217F"/>
    <w:rsid w:val="00802FAA"/>
    <w:rsid w:val="008032E4"/>
    <w:rsid w:val="00805045"/>
    <w:rsid w:val="008053BB"/>
    <w:rsid w:val="0081054C"/>
    <w:rsid w:val="00812471"/>
    <w:rsid w:val="008134E3"/>
    <w:rsid w:val="0081355B"/>
    <w:rsid w:val="00814E71"/>
    <w:rsid w:val="0082027D"/>
    <w:rsid w:val="008212D0"/>
    <w:rsid w:val="0082169D"/>
    <w:rsid w:val="00827AE2"/>
    <w:rsid w:val="0083113A"/>
    <w:rsid w:val="00831CA2"/>
    <w:rsid w:val="00836724"/>
    <w:rsid w:val="008369F4"/>
    <w:rsid w:val="00837D27"/>
    <w:rsid w:val="00837D2F"/>
    <w:rsid w:val="00840C13"/>
    <w:rsid w:val="00841C99"/>
    <w:rsid w:val="00843C55"/>
    <w:rsid w:val="00845282"/>
    <w:rsid w:val="0084713E"/>
    <w:rsid w:val="00847F0F"/>
    <w:rsid w:val="008535D9"/>
    <w:rsid w:val="0085743D"/>
    <w:rsid w:val="00861307"/>
    <w:rsid w:val="00861A88"/>
    <w:rsid w:val="00862A23"/>
    <w:rsid w:val="0086523D"/>
    <w:rsid w:val="0086542A"/>
    <w:rsid w:val="00865989"/>
    <w:rsid w:val="0086677E"/>
    <w:rsid w:val="008705DE"/>
    <w:rsid w:val="008712FF"/>
    <w:rsid w:val="008720A2"/>
    <w:rsid w:val="00874E9A"/>
    <w:rsid w:val="008771BE"/>
    <w:rsid w:val="00880A2A"/>
    <w:rsid w:val="00884616"/>
    <w:rsid w:val="00886D48"/>
    <w:rsid w:val="00887933"/>
    <w:rsid w:val="00892A06"/>
    <w:rsid w:val="008958D2"/>
    <w:rsid w:val="008959D2"/>
    <w:rsid w:val="0089678D"/>
    <w:rsid w:val="00896A00"/>
    <w:rsid w:val="00896DD0"/>
    <w:rsid w:val="008A3311"/>
    <w:rsid w:val="008A40FD"/>
    <w:rsid w:val="008A5332"/>
    <w:rsid w:val="008A7648"/>
    <w:rsid w:val="008B11C6"/>
    <w:rsid w:val="008C07D4"/>
    <w:rsid w:val="008C6276"/>
    <w:rsid w:val="008D5612"/>
    <w:rsid w:val="008E0645"/>
    <w:rsid w:val="008E15B7"/>
    <w:rsid w:val="008E26EB"/>
    <w:rsid w:val="008E6C6A"/>
    <w:rsid w:val="008F7168"/>
    <w:rsid w:val="008F78E5"/>
    <w:rsid w:val="00901158"/>
    <w:rsid w:val="009014BB"/>
    <w:rsid w:val="00904305"/>
    <w:rsid w:val="009049EF"/>
    <w:rsid w:val="00904C2B"/>
    <w:rsid w:val="00906A30"/>
    <w:rsid w:val="00906FA1"/>
    <w:rsid w:val="0091258F"/>
    <w:rsid w:val="00913E43"/>
    <w:rsid w:val="00914E3C"/>
    <w:rsid w:val="00915DE0"/>
    <w:rsid w:val="009178FD"/>
    <w:rsid w:val="009206AA"/>
    <w:rsid w:val="00921E9F"/>
    <w:rsid w:val="00923102"/>
    <w:rsid w:val="0093084F"/>
    <w:rsid w:val="00932722"/>
    <w:rsid w:val="00933EF9"/>
    <w:rsid w:val="009340C2"/>
    <w:rsid w:val="009345F8"/>
    <w:rsid w:val="0093470C"/>
    <w:rsid w:val="00934C36"/>
    <w:rsid w:val="00935224"/>
    <w:rsid w:val="009379CC"/>
    <w:rsid w:val="00937B16"/>
    <w:rsid w:val="00940307"/>
    <w:rsid w:val="0094564C"/>
    <w:rsid w:val="00946E2C"/>
    <w:rsid w:val="00951D06"/>
    <w:rsid w:val="00952C8B"/>
    <w:rsid w:val="00953303"/>
    <w:rsid w:val="009542B8"/>
    <w:rsid w:val="009567A1"/>
    <w:rsid w:val="00957694"/>
    <w:rsid w:val="009606AD"/>
    <w:rsid w:val="0096121A"/>
    <w:rsid w:val="009621D2"/>
    <w:rsid w:val="009632D0"/>
    <w:rsid w:val="0096355F"/>
    <w:rsid w:val="00965C66"/>
    <w:rsid w:val="00966F6B"/>
    <w:rsid w:val="009710E7"/>
    <w:rsid w:val="009737E8"/>
    <w:rsid w:val="00973A4B"/>
    <w:rsid w:val="00973FFC"/>
    <w:rsid w:val="00974D74"/>
    <w:rsid w:val="00976522"/>
    <w:rsid w:val="00980961"/>
    <w:rsid w:val="00985F08"/>
    <w:rsid w:val="009908A9"/>
    <w:rsid w:val="00990D85"/>
    <w:rsid w:val="00992AE6"/>
    <w:rsid w:val="00997AF9"/>
    <w:rsid w:val="009A5C91"/>
    <w:rsid w:val="009B286B"/>
    <w:rsid w:val="009B6EA8"/>
    <w:rsid w:val="009C19D2"/>
    <w:rsid w:val="009C1D7F"/>
    <w:rsid w:val="009C29E2"/>
    <w:rsid w:val="009C3070"/>
    <w:rsid w:val="009C4332"/>
    <w:rsid w:val="009C74E1"/>
    <w:rsid w:val="009D61DD"/>
    <w:rsid w:val="009D74D7"/>
    <w:rsid w:val="009E2AFD"/>
    <w:rsid w:val="009E7E6F"/>
    <w:rsid w:val="009F397E"/>
    <w:rsid w:val="009F65DF"/>
    <w:rsid w:val="00A006EC"/>
    <w:rsid w:val="00A01761"/>
    <w:rsid w:val="00A03B4E"/>
    <w:rsid w:val="00A05577"/>
    <w:rsid w:val="00A13606"/>
    <w:rsid w:val="00A15E24"/>
    <w:rsid w:val="00A17E5B"/>
    <w:rsid w:val="00A21B86"/>
    <w:rsid w:val="00A21D83"/>
    <w:rsid w:val="00A24078"/>
    <w:rsid w:val="00A26689"/>
    <w:rsid w:val="00A2748B"/>
    <w:rsid w:val="00A30F47"/>
    <w:rsid w:val="00A31344"/>
    <w:rsid w:val="00A3444C"/>
    <w:rsid w:val="00A36715"/>
    <w:rsid w:val="00A367C2"/>
    <w:rsid w:val="00A40649"/>
    <w:rsid w:val="00A42148"/>
    <w:rsid w:val="00A4288A"/>
    <w:rsid w:val="00A454B4"/>
    <w:rsid w:val="00A53241"/>
    <w:rsid w:val="00A60C74"/>
    <w:rsid w:val="00A60D81"/>
    <w:rsid w:val="00A622E3"/>
    <w:rsid w:val="00A62E2E"/>
    <w:rsid w:val="00A64DF4"/>
    <w:rsid w:val="00A64FA4"/>
    <w:rsid w:val="00A65926"/>
    <w:rsid w:val="00A65F41"/>
    <w:rsid w:val="00A66777"/>
    <w:rsid w:val="00A6736E"/>
    <w:rsid w:val="00A707A2"/>
    <w:rsid w:val="00A81DFD"/>
    <w:rsid w:val="00A82085"/>
    <w:rsid w:val="00A916C4"/>
    <w:rsid w:val="00A91931"/>
    <w:rsid w:val="00A958AA"/>
    <w:rsid w:val="00A959E5"/>
    <w:rsid w:val="00A97E58"/>
    <w:rsid w:val="00AA0333"/>
    <w:rsid w:val="00AA1CC0"/>
    <w:rsid w:val="00AA253A"/>
    <w:rsid w:val="00AA3D54"/>
    <w:rsid w:val="00AA4FCA"/>
    <w:rsid w:val="00AA76D2"/>
    <w:rsid w:val="00AB050E"/>
    <w:rsid w:val="00AB1363"/>
    <w:rsid w:val="00AB1E6E"/>
    <w:rsid w:val="00AB291D"/>
    <w:rsid w:val="00AB3BC8"/>
    <w:rsid w:val="00AC1DCE"/>
    <w:rsid w:val="00AC4C99"/>
    <w:rsid w:val="00AC769C"/>
    <w:rsid w:val="00AD0725"/>
    <w:rsid w:val="00AD1482"/>
    <w:rsid w:val="00AD1978"/>
    <w:rsid w:val="00AD551E"/>
    <w:rsid w:val="00AD60EB"/>
    <w:rsid w:val="00AD7EE4"/>
    <w:rsid w:val="00AE102C"/>
    <w:rsid w:val="00AE2808"/>
    <w:rsid w:val="00AE2A3C"/>
    <w:rsid w:val="00AE2B5E"/>
    <w:rsid w:val="00AE4267"/>
    <w:rsid w:val="00AE79C0"/>
    <w:rsid w:val="00AE7B18"/>
    <w:rsid w:val="00AF1B7B"/>
    <w:rsid w:val="00AF2F41"/>
    <w:rsid w:val="00AF4821"/>
    <w:rsid w:val="00AF654D"/>
    <w:rsid w:val="00B0037E"/>
    <w:rsid w:val="00B01708"/>
    <w:rsid w:val="00B039C5"/>
    <w:rsid w:val="00B057B9"/>
    <w:rsid w:val="00B068EC"/>
    <w:rsid w:val="00B112E5"/>
    <w:rsid w:val="00B11834"/>
    <w:rsid w:val="00B11B73"/>
    <w:rsid w:val="00B203BE"/>
    <w:rsid w:val="00B20550"/>
    <w:rsid w:val="00B2079D"/>
    <w:rsid w:val="00B2148C"/>
    <w:rsid w:val="00B2294D"/>
    <w:rsid w:val="00B243C1"/>
    <w:rsid w:val="00B279BA"/>
    <w:rsid w:val="00B27C6F"/>
    <w:rsid w:val="00B30B02"/>
    <w:rsid w:val="00B34CCF"/>
    <w:rsid w:val="00B34F0D"/>
    <w:rsid w:val="00B44335"/>
    <w:rsid w:val="00B510EB"/>
    <w:rsid w:val="00B53D65"/>
    <w:rsid w:val="00B54109"/>
    <w:rsid w:val="00B63604"/>
    <w:rsid w:val="00B67399"/>
    <w:rsid w:val="00B71E8D"/>
    <w:rsid w:val="00B7759C"/>
    <w:rsid w:val="00B776E3"/>
    <w:rsid w:val="00B80B01"/>
    <w:rsid w:val="00B81405"/>
    <w:rsid w:val="00B814CF"/>
    <w:rsid w:val="00B84631"/>
    <w:rsid w:val="00B8490C"/>
    <w:rsid w:val="00B8566C"/>
    <w:rsid w:val="00B92140"/>
    <w:rsid w:val="00B92DD2"/>
    <w:rsid w:val="00B9386E"/>
    <w:rsid w:val="00B95F5F"/>
    <w:rsid w:val="00B966C8"/>
    <w:rsid w:val="00B97144"/>
    <w:rsid w:val="00BA0377"/>
    <w:rsid w:val="00BA0FE2"/>
    <w:rsid w:val="00BA0FFF"/>
    <w:rsid w:val="00BA3076"/>
    <w:rsid w:val="00BA5300"/>
    <w:rsid w:val="00BB07DD"/>
    <w:rsid w:val="00BB666A"/>
    <w:rsid w:val="00BB76E6"/>
    <w:rsid w:val="00BC10B8"/>
    <w:rsid w:val="00BC4B37"/>
    <w:rsid w:val="00BC5313"/>
    <w:rsid w:val="00BD0D9E"/>
    <w:rsid w:val="00BD2A64"/>
    <w:rsid w:val="00BD3A82"/>
    <w:rsid w:val="00BD444B"/>
    <w:rsid w:val="00BD4903"/>
    <w:rsid w:val="00BD491C"/>
    <w:rsid w:val="00BE332C"/>
    <w:rsid w:val="00BE3660"/>
    <w:rsid w:val="00C03D23"/>
    <w:rsid w:val="00C06821"/>
    <w:rsid w:val="00C072BB"/>
    <w:rsid w:val="00C113AD"/>
    <w:rsid w:val="00C11EB9"/>
    <w:rsid w:val="00C13F57"/>
    <w:rsid w:val="00C1468B"/>
    <w:rsid w:val="00C167CA"/>
    <w:rsid w:val="00C17F72"/>
    <w:rsid w:val="00C22A9C"/>
    <w:rsid w:val="00C27E67"/>
    <w:rsid w:val="00C304FA"/>
    <w:rsid w:val="00C32701"/>
    <w:rsid w:val="00C32EFB"/>
    <w:rsid w:val="00C346AD"/>
    <w:rsid w:val="00C443E0"/>
    <w:rsid w:val="00C4479C"/>
    <w:rsid w:val="00C44ADC"/>
    <w:rsid w:val="00C45EDE"/>
    <w:rsid w:val="00C54268"/>
    <w:rsid w:val="00C547A9"/>
    <w:rsid w:val="00C54DE1"/>
    <w:rsid w:val="00C54E46"/>
    <w:rsid w:val="00C668F1"/>
    <w:rsid w:val="00C66C47"/>
    <w:rsid w:val="00C671FD"/>
    <w:rsid w:val="00C677D9"/>
    <w:rsid w:val="00C70750"/>
    <w:rsid w:val="00C7175E"/>
    <w:rsid w:val="00C720FC"/>
    <w:rsid w:val="00C77479"/>
    <w:rsid w:val="00C77F3E"/>
    <w:rsid w:val="00C81CE1"/>
    <w:rsid w:val="00C826E0"/>
    <w:rsid w:val="00C85820"/>
    <w:rsid w:val="00C87E7C"/>
    <w:rsid w:val="00C905A8"/>
    <w:rsid w:val="00C9198C"/>
    <w:rsid w:val="00C9302C"/>
    <w:rsid w:val="00C944FE"/>
    <w:rsid w:val="00C94909"/>
    <w:rsid w:val="00C9650D"/>
    <w:rsid w:val="00CA01AD"/>
    <w:rsid w:val="00CA3354"/>
    <w:rsid w:val="00CA37FC"/>
    <w:rsid w:val="00CA4351"/>
    <w:rsid w:val="00CA452C"/>
    <w:rsid w:val="00CB0AD7"/>
    <w:rsid w:val="00CB0F65"/>
    <w:rsid w:val="00CB4BF2"/>
    <w:rsid w:val="00CC0C23"/>
    <w:rsid w:val="00CC26FA"/>
    <w:rsid w:val="00CC2FC7"/>
    <w:rsid w:val="00CC315C"/>
    <w:rsid w:val="00CC478D"/>
    <w:rsid w:val="00CC7EB6"/>
    <w:rsid w:val="00CD141C"/>
    <w:rsid w:val="00CD1DAC"/>
    <w:rsid w:val="00CD5A4F"/>
    <w:rsid w:val="00CD5F5B"/>
    <w:rsid w:val="00CE0C97"/>
    <w:rsid w:val="00CE1236"/>
    <w:rsid w:val="00CE179B"/>
    <w:rsid w:val="00CE2164"/>
    <w:rsid w:val="00CE2562"/>
    <w:rsid w:val="00CE2DBF"/>
    <w:rsid w:val="00CE3383"/>
    <w:rsid w:val="00CE3680"/>
    <w:rsid w:val="00CE3E4E"/>
    <w:rsid w:val="00CE45BE"/>
    <w:rsid w:val="00CE6579"/>
    <w:rsid w:val="00CE6960"/>
    <w:rsid w:val="00CF0867"/>
    <w:rsid w:val="00CF113D"/>
    <w:rsid w:val="00CF3317"/>
    <w:rsid w:val="00D009B5"/>
    <w:rsid w:val="00D10A88"/>
    <w:rsid w:val="00D112EB"/>
    <w:rsid w:val="00D2299F"/>
    <w:rsid w:val="00D250D2"/>
    <w:rsid w:val="00D30AE5"/>
    <w:rsid w:val="00D324D8"/>
    <w:rsid w:val="00D34055"/>
    <w:rsid w:val="00D35165"/>
    <w:rsid w:val="00D40263"/>
    <w:rsid w:val="00D454F0"/>
    <w:rsid w:val="00D47AC8"/>
    <w:rsid w:val="00D518B7"/>
    <w:rsid w:val="00D52A46"/>
    <w:rsid w:val="00D55D13"/>
    <w:rsid w:val="00D563F4"/>
    <w:rsid w:val="00D57A1C"/>
    <w:rsid w:val="00D60775"/>
    <w:rsid w:val="00D60B4C"/>
    <w:rsid w:val="00D61F2B"/>
    <w:rsid w:val="00D64331"/>
    <w:rsid w:val="00D64869"/>
    <w:rsid w:val="00D65539"/>
    <w:rsid w:val="00D6626B"/>
    <w:rsid w:val="00D72827"/>
    <w:rsid w:val="00D75445"/>
    <w:rsid w:val="00D754B8"/>
    <w:rsid w:val="00D75768"/>
    <w:rsid w:val="00D765C3"/>
    <w:rsid w:val="00D77406"/>
    <w:rsid w:val="00D918EF"/>
    <w:rsid w:val="00D920F1"/>
    <w:rsid w:val="00D935F9"/>
    <w:rsid w:val="00D94293"/>
    <w:rsid w:val="00D94A6F"/>
    <w:rsid w:val="00D952C6"/>
    <w:rsid w:val="00D96952"/>
    <w:rsid w:val="00D97B0A"/>
    <w:rsid w:val="00DA22FC"/>
    <w:rsid w:val="00DA2E04"/>
    <w:rsid w:val="00DA6926"/>
    <w:rsid w:val="00DB69F8"/>
    <w:rsid w:val="00DB741A"/>
    <w:rsid w:val="00DB757D"/>
    <w:rsid w:val="00DC3DC8"/>
    <w:rsid w:val="00DC62EE"/>
    <w:rsid w:val="00DD04E1"/>
    <w:rsid w:val="00DD1F42"/>
    <w:rsid w:val="00DD2C29"/>
    <w:rsid w:val="00DD7B84"/>
    <w:rsid w:val="00DE3C67"/>
    <w:rsid w:val="00DE4A87"/>
    <w:rsid w:val="00DE7A16"/>
    <w:rsid w:val="00DE7FDB"/>
    <w:rsid w:val="00DF0016"/>
    <w:rsid w:val="00DF0267"/>
    <w:rsid w:val="00DF1038"/>
    <w:rsid w:val="00DF1E33"/>
    <w:rsid w:val="00DF60C5"/>
    <w:rsid w:val="00DF60D2"/>
    <w:rsid w:val="00DF68B3"/>
    <w:rsid w:val="00E074C7"/>
    <w:rsid w:val="00E100DB"/>
    <w:rsid w:val="00E10933"/>
    <w:rsid w:val="00E125BA"/>
    <w:rsid w:val="00E1355E"/>
    <w:rsid w:val="00E17A08"/>
    <w:rsid w:val="00E22223"/>
    <w:rsid w:val="00E32F58"/>
    <w:rsid w:val="00E42335"/>
    <w:rsid w:val="00E42CFF"/>
    <w:rsid w:val="00E44F63"/>
    <w:rsid w:val="00E44FD8"/>
    <w:rsid w:val="00E52493"/>
    <w:rsid w:val="00E527C3"/>
    <w:rsid w:val="00E537F1"/>
    <w:rsid w:val="00E55025"/>
    <w:rsid w:val="00E56229"/>
    <w:rsid w:val="00E62C1B"/>
    <w:rsid w:val="00E66EF3"/>
    <w:rsid w:val="00E73BB2"/>
    <w:rsid w:val="00E7570D"/>
    <w:rsid w:val="00E76ACC"/>
    <w:rsid w:val="00E80C2D"/>
    <w:rsid w:val="00E813E0"/>
    <w:rsid w:val="00E81444"/>
    <w:rsid w:val="00E81646"/>
    <w:rsid w:val="00E82110"/>
    <w:rsid w:val="00E82D89"/>
    <w:rsid w:val="00E8361F"/>
    <w:rsid w:val="00E848E3"/>
    <w:rsid w:val="00E858E7"/>
    <w:rsid w:val="00E91386"/>
    <w:rsid w:val="00E949AF"/>
    <w:rsid w:val="00E96051"/>
    <w:rsid w:val="00E96102"/>
    <w:rsid w:val="00E97B60"/>
    <w:rsid w:val="00EA029E"/>
    <w:rsid w:val="00EA30F6"/>
    <w:rsid w:val="00EB34E4"/>
    <w:rsid w:val="00EB5F76"/>
    <w:rsid w:val="00EB7BB9"/>
    <w:rsid w:val="00EB7F0A"/>
    <w:rsid w:val="00EC50AA"/>
    <w:rsid w:val="00EC6DED"/>
    <w:rsid w:val="00ED47DE"/>
    <w:rsid w:val="00ED5828"/>
    <w:rsid w:val="00ED6375"/>
    <w:rsid w:val="00EE0C32"/>
    <w:rsid w:val="00EE3958"/>
    <w:rsid w:val="00EE7AD6"/>
    <w:rsid w:val="00EF4A37"/>
    <w:rsid w:val="00EF4A5F"/>
    <w:rsid w:val="00EF6C00"/>
    <w:rsid w:val="00F00BDE"/>
    <w:rsid w:val="00F02A76"/>
    <w:rsid w:val="00F02CA2"/>
    <w:rsid w:val="00F03886"/>
    <w:rsid w:val="00F04632"/>
    <w:rsid w:val="00F04895"/>
    <w:rsid w:val="00F063D2"/>
    <w:rsid w:val="00F1013B"/>
    <w:rsid w:val="00F10649"/>
    <w:rsid w:val="00F116A9"/>
    <w:rsid w:val="00F12597"/>
    <w:rsid w:val="00F1402B"/>
    <w:rsid w:val="00F140B8"/>
    <w:rsid w:val="00F165EA"/>
    <w:rsid w:val="00F17426"/>
    <w:rsid w:val="00F206A0"/>
    <w:rsid w:val="00F20E37"/>
    <w:rsid w:val="00F21239"/>
    <w:rsid w:val="00F22FFB"/>
    <w:rsid w:val="00F23720"/>
    <w:rsid w:val="00F247E9"/>
    <w:rsid w:val="00F24AD3"/>
    <w:rsid w:val="00F27B7F"/>
    <w:rsid w:val="00F305BD"/>
    <w:rsid w:val="00F30CF0"/>
    <w:rsid w:val="00F313A2"/>
    <w:rsid w:val="00F352F7"/>
    <w:rsid w:val="00F37E8B"/>
    <w:rsid w:val="00F42FFE"/>
    <w:rsid w:val="00F43962"/>
    <w:rsid w:val="00F50934"/>
    <w:rsid w:val="00F50D43"/>
    <w:rsid w:val="00F544C6"/>
    <w:rsid w:val="00F549AA"/>
    <w:rsid w:val="00F57925"/>
    <w:rsid w:val="00F643F0"/>
    <w:rsid w:val="00F64A15"/>
    <w:rsid w:val="00F7041F"/>
    <w:rsid w:val="00F70EFC"/>
    <w:rsid w:val="00F733A5"/>
    <w:rsid w:val="00F737E9"/>
    <w:rsid w:val="00F74963"/>
    <w:rsid w:val="00F76354"/>
    <w:rsid w:val="00F76537"/>
    <w:rsid w:val="00F77415"/>
    <w:rsid w:val="00F81575"/>
    <w:rsid w:val="00F822E1"/>
    <w:rsid w:val="00F8331A"/>
    <w:rsid w:val="00F84417"/>
    <w:rsid w:val="00F84D5F"/>
    <w:rsid w:val="00F87088"/>
    <w:rsid w:val="00F8765A"/>
    <w:rsid w:val="00F925BC"/>
    <w:rsid w:val="00F93897"/>
    <w:rsid w:val="00F947EE"/>
    <w:rsid w:val="00F94D6C"/>
    <w:rsid w:val="00F96E8D"/>
    <w:rsid w:val="00FA2633"/>
    <w:rsid w:val="00FA2873"/>
    <w:rsid w:val="00FA5914"/>
    <w:rsid w:val="00FB3EF2"/>
    <w:rsid w:val="00FB4EA5"/>
    <w:rsid w:val="00FC0E7C"/>
    <w:rsid w:val="00FC1CB8"/>
    <w:rsid w:val="00FC2B7B"/>
    <w:rsid w:val="00FC3325"/>
    <w:rsid w:val="00FC3A86"/>
    <w:rsid w:val="00FC76AF"/>
    <w:rsid w:val="00FD01FC"/>
    <w:rsid w:val="00FD1DD8"/>
    <w:rsid w:val="00FD4980"/>
    <w:rsid w:val="00FD5723"/>
    <w:rsid w:val="00FD5C67"/>
    <w:rsid w:val="00FE2BF4"/>
    <w:rsid w:val="00FE335D"/>
    <w:rsid w:val="00FE4B80"/>
    <w:rsid w:val="00FE4D7E"/>
    <w:rsid w:val="00FE69C8"/>
    <w:rsid w:val="00FE7B33"/>
    <w:rsid w:val="00FF0131"/>
    <w:rsid w:val="00FF1CE2"/>
    <w:rsid w:val="00FF4A29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1B289C"/>
    <w:pPr>
      <w:keepNext/>
      <w:outlineLvl w:val="0"/>
    </w:pPr>
    <w:rPr>
      <w:rFonts w:ascii="Cordia New" w:hAnsi="Cordia New" w:cs="Cordia New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B289C"/>
    <w:pPr>
      <w:keepNext/>
      <w:jc w:val="center"/>
      <w:outlineLvl w:val="1"/>
    </w:pPr>
    <w:rPr>
      <w:rFonts w:ascii="Cordia New" w:hAnsi="Cordia New" w:cs="Cordia New"/>
      <w:b/>
      <w:bCs/>
      <w:sz w:val="40"/>
      <w:szCs w:val="40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B289C"/>
    <w:pPr>
      <w:keepNext/>
      <w:ind w:left="1440" w:firstLine="720"/>
      <w:outlineLvl w:val="4"/>
    </w:pPr>
    <w:rPr>
      <w:rFonts w:ascii="Cordia New" w:hAnsi="Cordia New" w:cs="Cordia New"/>
      <w:i/>
      <w:iCs/>
      <w:sz w:val="38"/>
      <w:szCs w:val="38"/>
    </w:rPr>
  </w:style>
  <w:style w:type="paragraph" w:styleId="6">
    <w:name w:val="heading 6"/>
    <w:basedOn w:val="a"/>
    <w:next w:val="a"/>
    <w:link w:val="60"/>
    <w:semiHidden/>
    <w:unhideWhenUsed/>
    <w:qFormat/>
    <w:rsid w:val="001B289C"/>
    <w:pPr>
      <w:keepNext/>
      <w:jc w:val="center"/>
      <w:outlineLvl w:val="5"/>
    </w:pPr>
    <w:rPr>
      <w:rFonts w:ascii="Cordia New" w:hAnsi="Cordia New" w:cs="EucrosiaUPC"/>
      <w:b/>
      <w:bCs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sid w:val="00F57925"/>
    <w:rPr>
      <w:color w:val="800080"/>
      <w:u w:val="single"/>
    </w:rPr>
  </w:style>
  <w:style w:type="character" w:styleId="a4">
    <w:name w:val="Hyperlink"/>
    <w:rsid w:val="00C87E7C"/>
    <w:rPr>
      <w:color w:val="0000FF"/>
      <w:u w:val="single"/>
      <w:lang w:bidi="th-TH"/>
    </w:rPr>
  </w:style>
  <w:style w:type="paragraph" w:styleId="a5">
    <w:name w:val="header"/>
    <w:basedOn w:val="a"/>
    <w:rsid w:val="00D662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6626B"/>
  </w:style>
  <w:style w:type="paragraph" w:styleId="a7">
    <w:name w:val="footer"/>
    <w:basedOn w:val="a"/>
    <w:rsid w:val="00D6626B"/>
    <w:pPr>
      <w:tabs>
        <w:tab w:val="center" w:pos="4153"/>
        <w:tab w:val="right" w:pos="8306"/>
      </w:tabs>
    </w:pPr>
  </w:style>
  <w:style w:type="paragraph" w:styleId="a8">
    <w:name w:val="List Paragraph"/>
    <w:basedOn w:val="a"/>
    <w:uiPriority w:val="34"/>
    <w:qFormat/>
    <w:rsid w:val="004A6D6C"/>
    <w:pPr>
      <w:ind w:left="720"/>
      <w:contextualSpacing/>
    </w:pPr>
  </w:style>
  <w:style w:type="paragraph" w:styleId="a9">
    <w:name w:val="Balloon Text"/>
    <w:basedOn w:val="a"/>
    <w:link w:val="aa"/>
    <w:rsid w:val="00CD5F5B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rsid w:val="00CD5F5B"/>
    <w:rPr>
      <w:rFonts w:ascii="Tahoma" w:hAnsi="Tahoma"/>
      <w:sz w:val="16"/>
    </w:rPr>
  </w:style>
  <w:style w:type="character" w:customStyle="1" w:styleId="10">
    <w:name w:val="หัวเรื่อง 1 อักขระ"/>
    <w:basedOn w:val="a0"/>
    <w:link w:val="1"/>
    <w:rsid w:val="001B289C"/>
    <w:rPr>
      <w:rFonts w:ascii="Cordia New" w:hAnsi="Cordia New" w:cs="Cordia New"/>
      <w:b/>
      <w:bCs/>
      <w:sz w:val="28"/>
      <w:szCs w:val="28"/>
    </w:rPr>
  </w:style>
  <w:style w:type="character" w:customStyle="1" w:styleId="20">
    <w:name w:val="หัวเรื่อง 2 อักขระ"/>
    <w:basedOn w:val="a0"/>
    <w:link w:val="2"/>
    <w:semiHidden/>
    <w:rsid w:val="001B289C"/>
    <w:rPr>
      <w:rFonts w:ascii="Cordia New" w:hAnsi="Cordia New" w:cs="Cordia New"/>
      <w:b/>
      <w:bCs/>
      <w:sz w:val="40"/>
      <w:szCs w:val="40"/>
      <w:u w:val="single"/>
    </w:rPr>
  </w:style>
  <w:style w:type="character" w:customStyle="1" w:styleId="50">
    <w:name w:val="หัวเรื่อง 5 อักขระ"/>
    <w:basedOn w:val="a0"/>
    <w:link w:val="5"/>
    <w:semiHidden/>
    <w:rsid w:val="001B289C"/>
    <w:rPr>
      <w:rFonts w:ascii="Cordia New" w:hAnsi="Cordia New" w:cs="Cordia New"/>
      <w:i/>
      <w:iCs/>
      <w:sz w:val="38"/>
      <w:szCs w:val="38"/>
    </w:rPr>
  </w:style>
  <w:style w:type="character" w:customStyle="1" w:styleId="60">
    <w:name w:val="หัวเรื่อง 6 อักขระ"/>
    <w:basedOn w:val="a0"/>
    <w:link w:val="6"/>
    <w:semiHidden/>
    <w:rsid w:val="001B289C"/>
    <w:rPr>
      <w:rFonts w:ascii="Cordia New" w:hAnsi="Cordia New" w:cs="EucrosiaUPC"/>
      <w:b/>
      <w:bCs/>
      <w:sz w:val="36"/>
      <w:szCs w:val="36"/>
      <w:u w:val="single"/>
    </w:rPr>
  </w:style>
  <w:style w:type="paragraph" w:styleId="ab">
    <w:name w:val="Body Text"/>
    <w:basedOn w:val="a"/>
    <w:link w:val="ac"/>
    <w:unhideWhenUsed/>
    <w:rsid w:val="001B289C"/>
    <w:rPr>
      <w:rFonts w:ascii="Cordia New" w:eastAsia="Cordia New" w:hAnsi="Cordia New" w:cs="Cordia New"/>
      <w:sz w:val="28"/>
    </w:rPr>
  </w:style>
  <w:style w:type="character" w:customStyle="1" w:styleId="ac">
    <w:name w:val="เนื้อความ อักขระ"/>
    <w:basedOn w:val="a0"/>
    <w:link w:val="ab"/>
    <w:rsid w:val="001B289C"/>
    <w:rPr>
      <w:rFonts w:ascii="Cordia New" w:eastAsia="Cordia New" w:hAnsi="Cordia New" w:cs="Cordia New"/>
      <w:sz w:val="28"/>
      <w:szCs w:val="28"/>
    </w:rPr>
  </w:style>
  <w:style w:type="paragraph" w:styleId="ad">
    <w:name w:val="Body Text Indent"/>
    <w:basedOn w:val="a"/>
    <w:link w:val="ae"/>
    <w:unhideWhenUsed/>
    <w:rsid w:val="001B289C"/>
    <w:pPr>
      <w:ind w:firstLine="1440"/>
      <w:jc w:val="both"/>
    </w:pPr>
    <w:rPr>
      <w:rFonts w:ascii="Cordia New" w:eastAsia="Cordia New" w:hAnsi="Cordia New" w:cs="EucrosiaUPC"/>
      <w:sz w:val="36"/>
      <w:szCs w:val="36"/>
    </w:rPr>
  </w:style>
  <w:style w:type="character" w:customStyle="1" w:styleId="ae">
    <w:name w:val="การเยื้องเนื้อความ อักขระ"/>
    <w:basedOn w:val="a0"/>
    <w:link w:val="ad"/>
    <w:rsid w:val="001B289C"/>
    <w:rPr>
      <w:rFonts w:ascii="Cordia New" w:eastAsia="Cordia New" w:hAnsi="Cordia New" w:cs="EucrosiaUPC"/>
      <w:sz w:val="36"/>
      <w:szCs w:val="36"/>
    </w:rPr>
  </w:style>
  <w:style w:type="paragraph" w:styleId="21">
    <w:name w:val="Body Text 2"/>
    <w:basedOn w:val="a"/>
    <w:link w:val="22"/>
    <w:unhideWhenUsed/>
    <w:rsid w:val="001B289C"/>
    <w:pPr>
      <w:jc w:val="both"/>
    </w:pPr>
    <w:rPr>
      <w:rFonts w:ascii="Cordia New" w:eastAsia="Cordia New" w:hAnsi="Cordia New" w:cs="Cordia New"/>
      <w:sz w:val="28"/>
    </w:rPr>
  </w:style>
  <w:style w:type="character" w:customStyle="1" w:styleId="22">
    <w:name w:val="เนื้อความ 2 อักขระ"/>
    <w:basedOn w:val="a0"/>
    <w:link w:val="21"/>
    <w:rsid w:val="001B289C"/>
    <w:rPr>
      <w:rFonts w:ascii="Cordia New" w:eastAsia="Cordia New" w:hAnsi="Cordia New" w:cs="Cordia New"/>
      <w:sz w:val="28"/>
      <w:szCs w:val="28"/>
    </w:rPr>
  </w:style>
  <w:style w:type="paragraph" w:styleId="3">
    <w:name w:val="Body Text 3"/>
    <w:basedOn w:val="a"/>
    <w:link w:val="30"/>
    <w:unhideWhenUsed/>
    <w:rsid w:val="001B289C"/>
    <w:pPr>
      <w:jc w:val="both"/>
    </w:pPr>
    <w:rPr>
      <w:rFonts w:ascii="Cordia New" w:eastAsia="Cordia New" w:hAnsi="Cordia New" w:cs="Cordia New"/>
      <w:b/>
      <w:bCs/>
      <w:sz w:val="28"/>
    </w:rPr>
  </w:style>
  <w:style w:type="character" w:customStyle="1" w:styleId="30">
    <w:name w:val="เนื้อความ 3 อักขระ"/>
    <w:basedOn w:val="a0"/>
    <w:link w:val="3"/>
    <w:rsid w:val="001B289C"/>
    <w:rPr>
      <w:rFonts w:ascii="Cordia New" w:eastAsia="Cordia New" w:hAnsi="Cordia New" w:cs="Cordia New"/>
      <w:b/>
      <w:bCs/>
      <w:sz w:val="28"/>
      <w:szCs w:val="28"/>
    </w:rPr>
  </w:style>
  <w:style w:type="paragraph" w:styleId="23">
    <w:name w:val="Body Text Indent 2"/>
    <w:basedOn w:val="a"/>
    <w:link w:val="24"/>
    <w:unhideWhenUsed/>
    <w:rsid w:val="001B289C"/>
    <w:pPr>
      <w:ind w:firstLine="1440"/>
    </w:pPr>
    <w:rPr>
      <w:rFonts w:ascii="Cordia New" w:eastAsia="Cordia New" w:hAnsi="Cordia New" w:cs="Cordia New"/>
      <w:sz w:val="38"/>
      <w:szCs w:val="38"/>
    </w:rPr>
  </w:style>
  <w:style w:type="character" w:customStyle="1" w:styleId="24">
    <w:name w:val="การเยื้องเนื้อความ 2 อักขระ"/>
    <w:basedOn w:val="a0"/>
    <w:link w:val="23"/>
    <w:rsid w:val="001B289C"/>
    <w:rPr>
      <w:rFonts w:ascii="Cordia New" w:eastAsia="Cordia New" w:hAnsi="Cordia New" w:cs="Cordia New"/>
      <w:sz w:val="38"/>
      <w:szCs w:val="38"/>
    </w:rPr>
  </w:style>
  <w:style w:type="paragraph" w:styleId="31">
    <w:name w:val="Body Text Indent 3"/>
    <w:basedOn w:val="a"/>
    <w:link w:val="32"/>
    <w:unhideWhenUsed/>
    <w:rsid w:val="001B289C"/>
    <w:pPr>
      <w:ind w:firstLine="1440"/>
      <w:jc w:val="both"/>
    </w:pPr>
    <w:rPr>
      <w:rFonts w:ascii="Cordia New" w:eastAsia="Cordia New" w:hAnsi="Cordia New" w:cs="Cordia New"/>
      <w:sz w:val="38"/>
      <w:szCs w:val="38"/>
    </w:rPr>
  </w:style>
  <w:style w:type="character" w:customStyle="1" w:styleId="32">
    <w:name w:val="การเยื้องเนื้อความ 3 อักขระ"/>
    <w:basedOn w:val="a0"/>
    <w:link w:val="31"/>
    <w:rsid w:val="001B289C"/>
    <w:rPr>
      <w:rFonts w:ascii="Cordia New" w:eastAsia="Cordia New" w:hAnsi="Cordia New" w:cs="Cordia New"/>
      <w:sz w:val="38"/>
      <w:szCs w:val="38"/>
    </w:rPr>
  </w:style>
  <w:style w:type="table" w:styleId="af">
    <w:name w:val="Table Grid"/>
    <w:basedOn w:val="a1"/>
    <w:rsid w:val="00836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1B289C"/>
    <w:pPr>
      <w:keepNext/>
      <w:outlineLvl w:val="0"/>
    </w:pPr>
    <w:rPr>
      <w:rFonts w:ascii="Cordia New" w:hAnsi="Cordia New" w:cs="Cordia New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B289C"/>
    <w:pPr>
      <w:keepNext/>
      <w:jc w:val="center"/>
      <w:outlineLvl w:val="1"/>
    </w:pPr>
    <w:rPr>
      <w:rFonts w:ascii="Cordia New" w:hAnsi="Cordia New" w:cs="Cordia New"/>
      <w:b/>
      <w:bCs/>
      <w:sz w:val="40"/>
      <w:szCs w:val="40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B289C"/>
    <w:pPr>
      <w:keepNext/>
      <w:ind w:left="1440" w:firstLine="720"/>
      <w:outlineLvl w:val="4"/>
    </w:pPr>
    <w:rPr>
      <w:rFonts w:ascii="Cordia New" w:hAnsi="Cordia New" w:cs="Cordia New"/>
      <w:i/>
      <w:iCs/>
      <w:sz w:val="38"/>
      <w:szCs w:val="38"/>
    </w:rPr>
  </w:style>
  <w:style w:type="paragraph" w:styleId="6">
    <w:name w:val="heading 6"/>
    <w:basedOn w:val="a"/>
    <w:next w:val="a"/>
    <w:link w:val="60"/>
    <w:semiHidden/>
    <w:unhideWhenUsed/>
    <w:qFormat/>
    <w:rsid w:val="001B289C"/>
    <w:pPr>
      <w:keepNext/>
      <w:jc w:val="center"/>
      <w:outlineLvl w:val="5"/>
    </w:pPr>
    <w:rPr>
      <w:rFonts w:ascii="Cordia New" w:hAnsi="Cordia New" w:cs="EucrosiaUPC"/>
      <w:b/>
      <w:bCs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sid w:val="00F57925"/>
    <w:rPr>
      <w:color w:val="800080"/>
      <w:u w:val="single"/>
    </w:rPr>
  </w:style>
  <w:style w:type="character" w:styleId="a4">
    <w:name w:val="Hyperlink"/>
    <w:rsid w:val="00C87E7C"/>
    <w:rPr>
      <w:color w:val="0000FF"/>
      <w:u w:val="single"/>
      <w:lang w:bidi="th-TH"/>
    </w:rPr>
  </w:style>
  <w:style w:type="paragraph" w:styleId="a5">
    <w:name w:val="header"/>
    <w:basedOn w:val="a"/>
    <w:rsid w:val="00D662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6626B"/>
  </w:style>
  <w:style w:type="paragraph" w:styleId="a7">
    <w:name w:val="footer"/>
    <w:basedOn w:val="a"/>
    <w:rsid w:val="00D6626B"/>
    <w:pPr>
      <w:tabs>
        <w:tab w:val="center" w:pos="4153"/>
        <w:tab w:val="right" w:pos="8306"/>
      </w:tabs>
    </w:pPr>
  </w:style>
  <w:style w:type="paragraph" w:styleId="a8">
    <w:name w:val="List Paragraph"/>
    <w:basedOn w:val="a"/>
    <w:uiPriority w:val="34"/>
    <w:qFormat/>
    <w:rsid w:val="004A6D6C"/>
    <w:pPr>
      <w:ind w:left="720"/>
      <w:contextualSpacing/>
    </w:pPr>
  </w:style>
  <w:style w:type="paragraph" w:styleId="a9">
    <w:name w:val="Balloon Text"/>
    <w:basedOn w:val="a"/>
    <w:link w:val="aa"/>
    <w:rsid w:val="00CD5F5B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rsid w:val="00CD5F5B"/>
    <w:rPr>
      <w:rFonts w:ascii="Tahoma" w:hAnsi="Tahoma"/>
      <w:sz w:val="16"/>
    </w:rPr>
  </w:style>
  <w:style w:type="character" w:customStyle="1" w:styleId="10">
    <w:name w:val="หัวเรื่อง 1 อักขระ"/>
    <w:basedOn w:val="a0"/>
    <w:link w:val="1"/>
    <w:rsid w:val="001B289C"/>
    <w:rPr>
      <w:rFonts w:ascii="Cordia New" w:hAnsi="Cordia New" w:cs="Cordia New"/>
      <w:b/>
      <w:bCs/>
      <w:sz w:val="28"/>
      <w:szCs w:val="28"/>
    </w:rPr>
  </w:style>
  <w:style w:type="character" w:customStyle="1" w:styleId="20">
    <w:name w:val="หัวเรื่อง 2 อักขระ"/>
    <w:basedOn w:val="a0"/>
    <w:link w:val="2"/>
    <w:semiHidden/>
    <w:rsid w:val="001B289C"/>
    <w:rPr>
      <w:rFonts w:ascii="Cordia New" w:hAnsi="Cordia New" w:cs="Cordia New"/>
      <w:b/>
      <w:bCs/>
      <w:sz w:val="40"/>
      <w:szCs w:val="40"/>
      <w:u w:val="single"/>
    </w:rPr>
  </w:style>
  <w:style w:type="character" w:customStyle="1" w:styleId="50">
    <w:name w:val="หัวเรื่อง 5 อักขระ"/>
    <w:basedOn w:val="a0"/>
    <w:link w:val="5"/>
    <w:semiHidden/>
    <w:rsid w:val="001B289C"/>
    <w:rPr>
      <w:rFonts w:ascii="Cordia New" w:hAnsi="Cordia New" w:cs="Cordia New"/>
      <w:i/>
      <w:iCs/>
      <w:sz w:val="38"/>
      <w:szCs w:val="38"/>
    </w:rPr>
  </w:style>
  <w:style w:type="character" w:customStyle="1" w:styleId="60">
    <w:name w:val="หัวเรื่อง 6 อักขระ"/>
    <w:basedOn w:val="a0"/>
    <w:link w:val="6"/>
    <w:semiHidden/>
    <w:rsid w:val="001B289C"/>
    <w:rPr>
      <w:rFonts w:ascii="Cordia New" w:hAnsi="Cordia New" w:cs="EucrosiaUPC"/>
      <w:b/>
      <w:bCs/>
      <w:sz w:val="36"/>
      <w:szCs w:val="36"/>
      <w:u w:val="single"/>
    </w:rPr>
  </w:style>
  <w:style w:type="paragraph" w:styleId="ab">
    <w:name w:val="Body Text"/>
    <w:basedOn w:val="a"/>
    <w:link w:val="ac"/>
    <w:unhideWhenUsed/>
    <w:rsid w:val="001B289C"/>
    <w:rPr>
      <w:rFonts w:ascii="Cordia New" w:eastAsia="Cordia New" w:hAnsi="Cordia New" w:cs="Cordia New"/>
      <w:sz w:val="28"/>
    </w:rPr>
  </w:style>
  <w:style w:type="character" w:customStyle="1" w:styleId="ac">
    <w:name w:val="เนื้อความ อักขระ"/>
    <w:basedOn w:val="a0"/>
    <w:link w:val="ab"/>
    <w:rsid w:val="001B289C"/>
    <w:rPr>
      <w:rFonts w:ascii="Cordia New" w:eastAsia="Cordia New" w:hAnsi="Cordia New" w:cs="Cordia New"/>
      <w:sz w:val="28"/>
      <w:szCs w:val="28"/>
    </w:rPr>
  </w:style>
  <w:style w:type="paragraph" w:styleId="ad">
    <w:name w:val="Body Text Indent"/>
    <w:basedOn w:val="a"/>
    <w:link w:val="ae"/>
    <w:unhideWhenUsed/>
    <w:rsid w:val="001B289C"/>
    <w:pPr>
      <w:ind w:firstLine="1440"/>
      <w:jc w:val="both"/>
    </w:pPr>
    <w:rPr>
      <w:rFonts w:ascii="Cordia New" w:eastAsia="Cordia New" w:hAnsi="Cordia New" w:cs="EucrosiaUPC"/>
      <w:sz w:val="36"/>
      <w:szCs w:val="36"/>
    </w:rPr>
  </w:style>
  <w:style w:type="character" w:customStyle="1" w:styleId="ae">
    <w:name w:val="การเยื้องเนื้อความ อักขระ"/>
    <w:basedOn w:val="a0"/>
    <w:link w:val="ad"/>
    <w:rsid w:val="001B289C"/>
    <w:rPr>
      <w:rFonts w:ascii="Cordia New" w:eastAsia="Cordia New" w:hAnsi="Cordia New" w:cs="EucrosiaUPC"/>
      <w:sz w:val="36"/>
      <w:szCs w:val="36"/>
    </w:rPr>
  </w:style>
  <w:style w:type="paragraph" w:styleId="21">
    <w:name w:val="Body Text 2"/>
    <w:basedOn w:val="a"/>
    <w:link w:val="22"/>
    <w:unhideWhenUsed/>
    <w:rsid w:val="001B289C"/>
    <w:pPr>
      <w:jc w:val="both"/>
    </w:pPr>
    <w:rPr>
      <w:rFonts w:ascii="Cordia New" w:eastAsia="Cordia New" w:hAnsi="Cordia New" w:cs="Cordia New"/>
      <w:sz w:val="28"/>
    </w:rPr>
  </w:style>
  <w:style w:type="character" w:customStyle="1" w:styleId="22">
    <w:name w:val="เนื้อความ 2 อักขระ"/>
    <w:basedOn w:val="a0"/>
    <w:link w:val="21"/>
    <w:rsid w:val="001B289C"/>
    <w:rPr>
      <w:rFonts w:ascii="Cordia New" w:eastAsia="Cordia New" w:hAnsi="Cordia New" w:cs="Cordia New"/>
      <w:sz w:val="28"/>
      <w:szCs w:val="28"/>
    </w:rPr>
  </w:style>
  <w:style w:type="paragraph" w:styleId="3">
    <w:name w:val="Body Text 3"/>
    <w:basedOn w:val="a"/>
    <w:link w:val="30"/>
    <w:unhideWhenUsed/>
    <w:rsid w:val="001B289C"/>
    <w:pPr>
      <w:jc w:val="both"/>
    </w:pPr>
    <w:rPr>
      <w:rFonts w:ascii="Cordia New" w:eastAsia="Cordia New" w:hAnsi="Cordia New" w:cs="Cordia New"/>
      <w:b/>
      <w:bCs/>
      <w:sz w:val="28"/>
    </w:rPr>
  </w:style>
  <w:style w:type="character" w:customStyle="1" w:styleId="30">
    <w:name w:val="เนื้อความ 3 อักขระ"/>
    <w:basedOn w:val="a0"/>
    <w:link w:val="3"/>
    <w:rsid w:val="001B289C"/>
    <w:rPr>
      <w:rFonts w:ascii="Cordia New" w:eastAsia="Cordia New" w:hAnsi="Cordia New" w:cs="Cordia New"/>
      <w:b/>
      <w:bCs/>
      <w:sz w:val="28"/>
      <w:szCs w:val="28"/>
    </w:rPr>
  </w:style>
  <w:style w:type="paragraph" w:styleId="23">
    <w:name w:val="Body Text Indent 2"/>
    <w:basedOn w:val="a"/>
    <w:link w:val="24"/>
    <w:unhideWhenUsed/>
    <w:rsid w:val="001B289C"/>
    <w:pPr>
      <w:ind w:firstLine="1440"/>
    </w:pPr>
    <w:rPr>
      <w:rFonts w:ascii="Cordia New" w:eastAsia="Cordia New" w:hAnsi="Cordia New" w:cs="Cordia New"/>
      <w:sz w:val="38"/>
      <w:szCs w:val="38"/>
    </w:rPr>
  </w:style>
  <w:style w:type="character" w:customStyle="1" w:styleId="24">
    <w:name w:val="การเยื้องเนื้อความ 2 อักขระ"/>
    <w:basedOn w:val="a0"/>
    <w:link w:val="23"/>
    <w:rsid w:val="001B289C"/>
    <w:rPr>
      <w:rFonts w:ascii="Cordia New" w:eastAsia="Cordia New" w:hAnsi="Cordia New" w:cs="Cordia New"/>
      <w:sz w:val="38"/>
      <w:szCs w:val="38"/>
    </w:rPr>
  </w:style>
  <w:style w:type="paragraph" w:styleId="31">
    <w:name w:val="Body Text Indent 3"/>
    <w:basedOn w:val="a"/>
    <w:link w:val="32"/>
    <w:unhideWhenUsed/>
    <w:rsid w:val="001B289C"/>
    <w:pPr>
      <w:ind w:firstLine="1440"/>
      <w:jc w:val="both"/>
    </w:pPr>
    <w:rPr>
      <w:rFonts w:ascii="Cordia New" w:eastAsia="Cordia New" w:hAnsi="Cordia New" w:cs="Cordia New"/>
      <w:sz w:val="38"/>
      <w:szCs w:val="38"/>
    </w:rPr>
  </w:style>
  <w:style w:type="character" w:customStyle="1" w:styleId="32">
    <w:name w:val="การเยื้องเนื้อความ 3 อักขระ"/>
    <w:basedOn w:val="a0"/>
    <w:link w:val="31"/>
    <w:rsid w:val="001B289C"/>
    <w:rPr>
      <w:rFonts w:ascii="Cordia New" w:eastAsia="Cordia New" w:hAnsi="Cordia New" w:cs="Cordia New"/>
      <w:sz w:val="38"/>
      <w:szCs w:val="38"/>
    </w:rPr>
  </w:style>
  <w:style w:type="table" w:styleId="af">
    <w:name w:val="Table Grid"/>
    <w:basedOn w:val="a1"/>
    <w:rsid w:val="008369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&#3619;&#3657;&#3629;&#3591;&#3648;&#3619;&#3637;&#3618;&#3609;&#3626;&#3633;&#3597;&#3594;&#3634;&#3605;&#3636;%20&#3629;.&#3652;&#3594;&#3618;&#3611;&#3619;&#3634;&#3585;&#3634;&#3619;%20&#3592;.&#3648;&#3594;&#3637;&#3618;&#3591;&#3651;&#3627;&#3617;&#3656;.do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D34FD-7C38-4749-99AA-A56D45F7D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ร้องเรียนสัญชาติ อ.ไชยปราการ จ.เชียงใหม่.dot</Template>
  <TotalTime>308</TotalTime>
  <Pages>2</Pages>
  <Words>399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SPM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2011 V.2</dc:creator>
  <cp:lastModifiedBy>Lemel</cp:lastModifiedBy>
  <cp:revision>6</cp:revision>
  <cp:lastPrinted>2017-07-31T08:56:00Z</cp:lastPrinted>
  <dcterms:created xsi:type="dcterms:W3CDTF">2017-07-17T02:53:00Z</dcterms:created>
  <dcterms:modified xsi:type="dcterms:W3CDTF">2017-08-04T03:12:00Z</dcterms:modified>
</cp:coreProperties>
</file>